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CCFAF" w14:textId="08971BEE" w:rsidR="0050186D" w:rsidRDefault="00A66047" w:rsidP="00A66047">
      <w:pPr>
        <w:jc w:val="center"/>
        <w:rPr>
          <w:b/>
          <w:bCs/>
        </w:rPr>
      </w:pPr>
      <w:r w:rsidRPr="00A66047">
        <w:rPr>
          <w:b/>
          <w:bCs/>
        </w:rPr>
        <w:t>ADATLAP</w:t>
      </w:r>
    </w:p>
    <w:p w14:paraId="0CB1A68A" w14:textId="77777777" w:rsidR="00A66047" w:rsidRPr="00A66047" w:rsidRDefault="00A66047" w:rsidP="00A66047">
      <w:pPr>
        <w:jc w:val="center"/>
        <w:rPr>
          <w:b/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040"/>
      </w:tblGrid>
      <w:tr w:rsidR="007C54CA" w14:paraId="54B43A5B" w14:textId="77777777" w:rsidTr="00F36429">
        <w:tc>
          <w:tcPr>
            <w:tcW w:w="8040" w:type="dxa"/>
          </w:tcPr>
          <w:p w14:paraId="02356018" w14:textId="4CACD103" w:rsidR="007C54CA" w:rsidRPr="00A66047" w:rsidRDefault="007C54CA" w:rsidP="0050186D">
            <w:pPr>
              <w:rPr>
                <w:rFonts w:ascii="Cambria Math" w:hAnsi="Cambria Math"/>
                <w:b/>
                <w:bCs/>
              </w:rPr>
            </w:pPr>
            <w:r w:rsidRPr="00A66047">
              <w:rPr>
                <w:b/>
                <w:bCs/>
              </w:rPr>
              <w:t xml:space="preserve">A </w:t>
            </w:r>
            <w:r w:rsidR="00CE56B9">
              <w:rPr>
                <w:b/>
                <w:bCs/>
              </w:rPr>
              <w:t xml:space="preserve">cikk </w:t>
            </w:r>
            <w:r w:rsidRPr="00A66047">
              <w:rPr>
                <w:b/>
                <w:bCs/>
              </w:rPr>
              <w:t>magyar címe</w:t>
            </w:r>
            <w:r w:rsidR="0050186D" w:rsidRPr="00A66047">
              <w:rPr>
                <w:b/>
                <w:bCs/>
              </w:rPr>
              <w:t>,</w:t>
            </w:r>
            <w:r w:rsidR="005B1D0A" w:rsidRPr="00A66047">
              <w:rPr>
                <w:b/>
                <w:bCs/>
              </w:rPr>
              <w:t xml:space="preserve"> ahogy a </w:t>
            </w:r>
            <w:r w:rsidR="000936E8" w:rsidRPr="00A66047">
              <w:rPr>
                <w:b/>
                <w:bCs/>
              </w:rPr>
              <w:t xml:space="preserve">tartalomjegyzékben </w:t>
            </w:r>
            <w:r w:rsidR="005B1D0A" w:rsidRPr="00A66047">
              <w:rPr>
                <w:b/>
                <w:bCs/>
              </w:rPr>
              <w:t>megjelenik (</w:t>
            </w:r>
            <w:r w:rsidR="0050186D" w:rsidRPr="00A66047">
              <w:rPr>
                <w:b/>
                <w:bCs/>
              </w:rPr>
              <w:t>nem csupa nagybetűvel!):</w:t>
            </w:r>
          </w:p>
        </w:tc>
      </w:tr>
      <w:tr w:rsidR="007C54CA" w14:paraId="39366E78" w14:textId="77777777" w:rsidTr="00DB546F">
        <w:tc>
          <w:tcPr>
            <w:tcW w:w="8040" w:type="dxa"/>
            <w:shd w:val="clear" w:color="auto" w:fill="E2EFD9" w:themeFill="accent6" w:themeFillTint="33"/>
          </w:tcPr>
          <w:p w14:paraId="212F9366" w14:textId="51945E5B" w:rsidR="007C54CA" w:rsidRPr="00A66047" w:rsidRDefault="007C54CA" w:rsidP="00A66047"/>
        </w:tc>
      </w:tr>
    </w:tbl>
    <w:p w14:paraId="62C0316F" w14:textId="77777777" w:rsidR="007C54CA" w:rsidRPr="007C54CA" w:rsidRDefault="007C54CA" w:rsidP="007C54CA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040"/>
      </w:tblGrid>
      <w:tr w:rsidR="007C54CA" w14:paraId="33510911" w14:textId="77777777" w:rsidTr="009B14EF">
        <w:tc>
          <w:tcPr>
            <w:tcW w:w="8040" w:type="dxa"/>
          </w:tcPr>
          <w:p w14:paraId="2C257046" w14:textId="3D119B0C" w:rsidR="007C54CA" w:rsidRPr="00A66047" w:rsidRDefault="007C54CA" w:rsidP="007C54CA">
            <w:pPr>
              <w:rPr>
                <w:b/>
                <w:bCs/>
              </w:rPr>
            </w:pPr>
            <w:r w:rsidRPr="00A66047">
              <w:rPr>
                <w:b/>
                <w:bCs/>
              </w:rPr>
              <w:t>A cikk brit angol címe, szókezdő nagybetűk APA formátum szerint</w:t>
            </w:r>
            <w:r w:rsidR="00341D3C" w:rsidRPr="00A66047">
              <w:rPr>
                <w:b/>
                <w:bCs/>
              </w:rPr>
              <w:t xml:space="preserve"> </w:t>
            </w:r>
            <w:r w:rsidR="004002D7" w:rsidRPr="00A66047">
              <w:rPr>
                <w:b/>
                <w:bCs/>
              </w:rPr>
              <w:t xml:space="preserve">(ellenőrzés itt: </w:t>
            </w:r>
            <w:hyperlink r:id="rId11" w:history="1">
              <w:r w:rsidR="004002D7" w:rsidRPr="00A66047">
                <w:t>https://capitalizemytitle.com/</w:t>
              </w:r>
            </w:hyperlink>
            <w:r w:rsidR="004002D7" w:rsidRPr="00A66047">
              <w:rPr>
                <w:b/>
                <w:bCs/>
              </w:rPr>
              <w:t>)</w:t>
            </w:r>
          </w:p>
        </w:tc>
      </w:tr>
      <w:tr w:rsidR="007C54CA" w14:paraId="1417E921" w14:textId="77777777" w:rsidTr="00DB546F">
        <w:tc>
          <w:tcPr>
            <w:tcW w:w="8040" w:type="dxa"/>
            <w:shd w:val="clear" w:color="auto" w:fill="E2EFD9" w:themeFill="accent6" w:themeFillTint="33"/>
          </w:tcPr>
          <w:p w14:paraId="41026635" w14:textId="43F4A5E5" w:rsidR="007C54CA" w:rsidRPr="00A66047" w:rsidRDefault="007C54CA" w:rsidP="007C54CA">
            <w:pPr>
              <w:rPr>
                <w:b/>
                <w:bCs/>
                <w:lang w:val="en-GB"/>
              </w:rPr>
            </w:pPr>
          </w:p>
        </w:tc>
      </w:tr>
    </w:tbl>
    <w:p w14:paraId="2B40C4C8" w14:textId="77777777" w:rsidR="007C54CA" w:rsidRDefault="007C54CA" w:rsidP="007C54CA"/>
    <w:p w14:paraId="13C926BA" w14:textId="03E9927E" w:rsidR="007C54CA" w:rsidRDefault="007C54CA" w:rsidP="007C54CA">
      <w:pPr>
        <w:rPr>
          <w:b/>
          <w:bCs/>
        </w:rPr>
      </w:pPr>
      <w:r w:rsidRPr="00A66047">
        <w:rPr>
          <w:b/>
          <w:bCs/>
        </w:rPr>
        <w:t>A szerző(k) adatai</w:t>
      </w:r>
      <w:r w:rsidR="00CE56B9">
        <w:rPr>
          <w:b/>
          <w:bCs/>
        </w:rPr>
        <w:t xml:space="preserve"> a cikkben szereplő sorrendben</w:t>
      </w:r>
      <w:r w:rsidRPr="00A66047">
        <w:rPr>
          <w:b/>
          <w:bCs/>
        </w:rPr>
        <w:t xml:space="preserve">: </w:t>
      </w:r>
    </w:p>
    <w:p w14:paraId="6037CB28" w14:textId="77777777" w:rsidR="00CE56B9" w:rsidRDefault="00CE56B9" w:rsidP="007C54CA">
      <w:pPr>
        <w:rPr>
          <w:b/>
          <w:bCs/>
        </w:rPr>
      </w:pPr>
    </w:p>
    <w:p w14:paraId="151D9FF8" w14:textId="2153F543" w:rsidR="00CE56B9" w:rsidRPr="00A66047" w:rsidRDefault="00CE56B9" w:rsidP="007C54CA">
      <w:pPr>
        <w:rPr>
          <w:b/>
          <w:bCs/>
        </w:rPr>
      </w:pPr>
      <w:r>
        <w:rPr>
          <w:b/>
          <w:bCs/>
        </w:rPr>
        <w:t>Szerző 1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14"/>
        <w:gridCol w:w="4926"/>
      </w:tblGrid>
      <w:tr w:rsidR="007C54CA" w:rsidRPr="007C54CA" w14:paraId="7780EA59" w14:textId="3F886647" w:rsidTr="00DB546F">
        <w:tc>
          <w:tcPr>
            <w:tcW w:w="3114" w:type="dxa"/>
          </w:tcPr>
          <w:p w14:paraId="53C63F8D" w14:textId="3154D5CC" w:rsidR="007C54CA" w:rsidRPr="007C54CA" w:rsidRDefault="007C54CA" w:rsidP="007C54CA">
            <w:r>
              <w:t>T</w:t>
            </w:r>
            <w:r w:rsidRPr="007C54CA">
              <w:t>eljes név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6EC8996B" w14:textId="1B8D1E0E" w:rsidR="007C54CA" w:rsidRPr="007C54CA" w:rsidRDefault="007C54CA" w:rsidP="007C54CA"/>
        </w:tc>
      </w:tr>
      <w:tr w:rsidR="007C54CA" w:rsidRPr="007C54CA" w14:paraId="71008DA7" w14:textId="20B27FBB" w:rsidTr="00DB546F">
        <w:tc>
          <w:tcPr>
            <w:tcW w:w="3114" w:type="dxa"/>
          </w:tcPr>
          <w:p w14:paraId="27AB4847" w14:textId="77777777" w:rsidR="007C54CA" w:rsidRPr="007C54CA" w:rsidRDefault="007C54CA" w:rsidP="007C54CA">
            <w:r w:rsidRPr="007C54CA">
              <w:t>ORCID-azonosító (ha van)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7ADAE519" w14:textId="7DC38C68" w:rsidR="007C54CA" w:rsidRPr="007C54CA" w:rsidRDefault="007C54CA" w:rsidP="007C54CA"/>
        </w:tc>
      </w:tr>
      <w:tr w:rsidR="007C54CA" w:rsidRPr="007C54CA" w14:paraId="6F78D634" w14:textId="3A93EAD1" w:rsidTr="00DB546F">
        <w:tc>
          <w:tcPr>
            <w:tcW w:w="3114" w:type="dxa"/>
          </w:tcPr>
          <w:p w14:paraId="3D4732E8" w14:textId="307F3CF0" w:rsidR="007C54CA" w:rsidRPr="007C54CA" w:rsidRDefault="007C54CA" w:rsidP="007C54CA">
            <w:r>
              <w:t>T</w:t>
            </w:r>
            <w:r w:rsidRPr="007C54CA">
              <w:t>udományos fokozat (ha van)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57A41BC8" w14:textId="51EE63F9" w:rsidR="007C54CA" w:rsidRPr="007C54CA" w:rsidRDefault="007C54CA" w:rsidP="007C54CA"/>
        </w:tc>
      </w:tr>
      <w:tr w:rsidR="007C54CA" w:rsidRPr="007C54CA" w14:paraId="6D3F53CE" w14:textId="4DCAA8EA" w:rsidTr="00DB546F">
        <w:tc>
          <w:tcPr>
            <w:tcW w:w="3114" w:type="dxa"/>
          </w:tcPr>
          <w:p w14:paraId="16B6A32C" w14:textId="1859CE7D" w:rsidR="004002D7" w:rsidRDefault="004002D7" w:rsidP="007C54CA">
            <w:r>
              <w:t>Munkahelyi b</w:t>
            </w:r>
            <w:r w:rsidR="007C54CA" w:rsidRPr="007C54CA">
              <w:t>eosztás</w:t>
            </w:r>
          </w:p>
          <w:p w14:paraId="09BE86A0" w14:textId="0EE2E605" w:rsidR="007C54CA" w:rsidRPr="007C54CA" w:rsidRDefault="004002D7" w:rsidP="007C54CA">
            <w:r>
              <w:t>H</w:t>
            </w:r>
            <w:r w:rsidR="007C54CA" w:rsidRPr="007C54CA">
              <w:t>allgató esetén szak</w:t>
            </w:r>
            <w:r>
              <w:t xml:space="preserve"> neve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72BEEA01" w14:textId="417E1A67" w:rsidR="007C54CA" w:rsidRPr="007C54CA" w:rsidRDefault="007C54CA" w:rsidP="007C54CA"/>
        </w:tc>
      </w:tr>
      <w:tr w:rsidR="007C54CA" w:rsidRPr="007C54CA" w14:paraId="707F264E" w14:textId="21240FC4" w:rsidTr="00DB546F">
        <w:tc>
          <w:tcPr>
            <w:tcW w:w="3114" w:type="dxa"/>
          </w:tcPr>
          <w:p w14:paraId="13C5EF0E" w14:textId="77777777" w:rsidR="004002D7" w:rsidRDefault="007C54CA" w:rsidP="007C54CA">
            <w:r>
              <w:t>M</w:t>
            </w:r>
            <w:r w:rsidRPr="007C54CA">
              <w:t>unkahely neve</w:t>
            </w:r>
          </w:p>
          <w:p w14:paraId="317F0211" w14:textId="2B70AC3A" w:rsidR="007C54CA" w:rsidRPr="007C54CA" w:rsidRDefault="004002D7" w:rsidP="007C54CA">
            <w:r w:rsidRPr="007C54CA">
              <w:t>PhD-hallgató esetén doktori iskola</w:t>
            </w:r>
            <w:r>
              <w:t xml:space="preserve"> neve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7F7D9F27" w14:textId="1DC7BE2E" w:rsidR="007C54CA" w:rsidRPr="007C54CA" w:rsidRDefault="007C54CA" w:rsidP="007C54CA"/>
        </w:tc>
      </w:tr>
      <w:tr w:rsidR="007C54CA" w:rsidRPr="007C54CA" w14:paraId="2A5E62FB" w14:textId="114F89EA" w:rsidTr="00DB546F">
        <w:tc>
          <w:tcPr>
            <w:tcW w:w="3114" w:type="dxa"/>
          </w:tcPr>
          <w:p w14:paraId="01A7B0A0" w14:textId="77777777" w:rsidR="004002D7" w:rsidRDefault="007C54CA" w:rsidP="007C54CA">
            <w:r>
              <w:t>M</w:t>
            </w:r>
            <w:r w:rsidRPr="007C54CA">
              <w:t>unkahely székhelye</w:t>
            </w:r>
          </w:p>
          <w:p w14:paraId="58ED8043" w14:textId="34CABE96" w:rsidR="007C54CA" w:rsidRPr="007C54CA" w:rsidRDefault="004002D7" w:rsidP="007C54CA">
            <w:r>
              <w:t xml:space="preserve">PhD-hallgató esetén </w:t>
            </w:r>
            <w:r w:rsidRPr="007C54CA">
              <w:t>doktori iskola</w:t>
            </w:r>
            <w:r>
              <w:t xml:space="preserve"> székhelye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336A9B78" w14:textId="12D7BF9C" w:rsidR="007C54CA" w:rsidRPr="007C54CA" w:rsidRDefault="007C54CA" w:rsidP="007C54CA"/>
        </w:tc>
      </w:tr>
      <w:tr w:rsidR="007C54CA" w:rsidRPr="007C54CA" w14:paraId="09D28CBE" w14:textId="1BDB0CAF" w:rsidTr="00DB546F">
        <w:tc>
          <w:tcPr>
            <w:tcW w:w="3114" w:type="dxa"/>
          </w:tcPr>
          <w:p w14:paraId="02080C75" w14:textId="2CCCED3B" w:rsidR="007C54CA" w:rsidRPr="007C54CA" w:rsidRDefault="007C54CA" w:rsidP="007C54CA">
            <w:r>
              <w:t>L</w:t>
            </w:r>
            <w:r w:rsidRPr="007C54CA">
              <w:t>evelező szerző e-mail címe</w:t>
            </w:r>
            <w:r w:rsidR="00BE2CF6">
              <w:t xml:space="preserve"> (csak a kapcsolattartó szerzőnél kell kitölteni)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3D8250FE" w14:textId="79DE6F6D" w:rsidR="007C54CA" w:rsidRPr="007C54CA" w:rsidRDefault="007C54CA" w:rsidP="007C54CA"/>
        </w:tc>
      </w:tr>
    </w:tbl>
    <w:p w14:paraId="112149F8" w14:textId="77777777" w:rsidR="00CE56B9" w:rsidRDefault="00CE56B9" w:rsidP="00CE56B9">
      <w:pPr>
        <w:rPr>
          <w:b/>
          <w:bCs/>
        </w:rPr>
      </w:pPr>
    </w:p>
    <w:p w14:paraId="0C1AF172" w14:textId="2CF4DF7C" w:rsidR="00CE56B9" w:rsidRPr="00A66047" w:rsidRDefault="00CE56B9" w:rsidP="00CE56B9">
      <w:pPr>
        <w:rPr>
          <w:b/>
          <w:bCs/>
        </w:rPr>
      </w:pPr>
      <w:r>
        <w:rPr>
          <w:b/>
          <w:bCs/>
        </w:rPr>
        <w:t>Szerző</w:t>
      </w:r>
      <w:r>
        <w:rPr>
          <w:b/>
          <w:bCs/>
        </w:rPr>
        <w:t xml:space="preserve"> 2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14"/>
        <w:gridCol w:w="4926"/>
      </w:tblGrid>
      <w:tr w:rsidR="00F778C0" w:rsidRPr="007C54CA" w14:paraId="7A65C007" w14:textId="77777777" w:rsidTr="006E4542">
        <w:tc>
          <w:tcPr>
            <w:tcW w:w="3114" w:type="dxa"/>
          </w:tcPr>
          <w:p w14:paraId="3F920378" w14:textId="77777777" w:rsidR="00F778C0" w:rsidRPr="007C54CA" w:rsidRDefault="00F778C0" w:rsidP="006E4542">
            <w:r>
              <w:t>T</w:t>
            </w:r>
            <w:r w:rsidRPr="007C54CA">
              <w:t>eljes név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5F9BE324" w14:textId="0FC6CD17" w:rsidR="00F778C0" w:rsidRPr="007C54CA" w:rsidRDefault="00F778C0" w:rsidP="006E4542"/>
        </w:tc>
      </w:tr>
      <w:tr w:rsidR="00F778C0" w:rsidRPr="007C54CA" w14:paraId="623B8C6F" w14:textId="77777777" w:rsidTr="006E4542">
        <w:tc>
          <w:tcPr>
            <w:tcW w:w="3114" w:type="dxa"/>
          </w:tcPr>
          <w:p w14:paraId="2C84D896" w14:textId="77777777" w:rsidR="00F778C0" w:rsidRPr="007C54CA" w:rsidRDefault="00F778C0" w:rsidP="006E4542">
            <w:r w:rsidRPr="007C54CA">
              <w:t>ORCID-azonosító (ha van)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7F75B8B2" w14:textId="04ABB07B" w:rsidR="00F778C0" w:rsidRPr="007C54CA" w:rsidRDefault="00F778C0" w:rsidP="006E4542"/>
        </w:tc>
      </w:tr>
      <w:tr w:rsidR="00F778C0" w:rsidRPr="007C54CA" w14:paraId="7939E86A" w14:textId="77777777" w:rsidTr="006E4542">
        <w:tc>
          <w:tcPr>
            <w:tcW w:w="3114" w:type="dxa"/>
          </w:tcPr>
          <w:p w14:paraId="21875D43" w14:textId="77777777" w:rsidR="00F778C0" w:rsidRPr="007C54CA" w:rsidRDefault="00F778C0" w:rsidP="006E4542">
            <w:r>
              <w:t>T</w:t>
            </w:r>
            <w:r w:rsidRPr="007C54CA">
              <w:t>udományos fokozat (ha van)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61118C22" w14:textId="499E0472" w:rsidR="00F778C0" w:rsidRPr="007C54CA" w:rsidRDefault="00F778C0" w:rsidP="006E4542"/>
        </w:tc>
      </w:tr>
      <w:tr w:rsidR="00F778C0" w:rsidRPr="007C54CA" w14:paraId="6101CED9" w14:textId="77777777" w:rsidTr="006E4542">
        <w:tc>
          <w:tcPr>
            <w:tcW w:w="3114" w:type="dxa"/>
          </w:tcPr>
          <w:p w14:paraId="3D961236" w14:textId="77777777" w:rsidR="00F778C0" w:rsidRDefault="00F778C0" w:rsidP="006E4542">
            <w:r>
              <w:t>Munkahelyi b</w:t>
            </w:r>
            <w:r w:rsidRPr="007C54CA">
              <w:t>eosztás</w:t>
            </w:r>
          </w:p>
          <w:p w14:paraId="41456414" w14:textId="77777777" w:rsidR="00F778C0" w:rsidRPr="007C54CA" w:rsidRDefault="00F778C0" w:rsidP="006E4542">
            <w:r>
              <w:t>H</w:t>
            </w:r>
            <w:r w:rsidRPr="007C54CA">
              <w:t>allgató esetén szak</w:t>
            </w:r>
            <w:r>
              <w:t xml:space="preserve"> neve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1E1D3187" w14:textId="4E1D783C" w:rsidR="00F778C0" w:rsidRPr="007C54CA" w:rsidRDefault="00F778C0" w:rsidP="006E4542"/>
        </w:tc>
      </w:tr>
      <w:tr w:rsidR="00F778C0" w:rsidRPr="007C54CA" w14:paraId="5E69F6A1" w14:textId="77777777" w:rsidTr="006E4542">
        <w:tc>
          <w:tcPr>
            <w:tcW w:w="3114" w:type="dxa"/>
          </w:tcPr>
          <w:p w14:paraId="1D694DA0" w14:textId="77777777" w:rsidR="00F778C0" w:rsidRDefault="00F778C0" w:rsidP="006E4542">
            <w:r>
              <w:t>M</w:t>
            </w:r>
            <w:r w:rsidRPr="007C54CA">
              <w:t>unkahely neve</w:t>
            </w:r>
          </w:p>
          <w:p w14:paraId="6BD3B117" w14:textId="77777777" w:rsidR="00F778C0" w:rsidRPr="007C54CA" w:rsidRDefault="00F778C0" w:rsidP="006E4542">
            <w:r w:rsidRPr="007C54CA">
              <w:t>PhD-hallgató esetén doktori iskola</w:t>
            </w:r>
            <w:r>
              <w:t xml:space="preserve"> neve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333DA183" w14:textId="5B9A6213" w:rsidR="00F778C0" w:rsidRPr="007C54CA" w:rsidRDefault="00F778C0" w:rsidP="006E4542"/>
        </w:tc>
      </w:tr>
      <w:tr w:rsidR="00F778C0" w:rsidRPr="007C54CA" w14:paraId="4D7831A5" w14:textId="77777777" w:rsidTr="006E4542">
        <w:tc>
          <w:tcPr>
            <w:tcW w:w="3114" w:type="dxa"/>
          </w:tcPr>
          <w:p w14:paraId="222768BD" w14:textId="77777777" w:rsidR="00F778C0" w:rsidRDefault="00F778C0" w:rsidP="006E4542">
            <w:r>
              <w:t>M</w:t>
            </w:r>
            <w:r w:rsidRPr="007C54CA">
              <w:t>unkahely székhelye</w:t>
            </w:r>
          </w:p>
          <w:p w14:paraId="5CE9E3DD" w14:textId="77777777" w:rsidR="00F778C0" w:rsidRPr="007C54CA" w:rsidRDefault="00F778C0" w:rsidP="006E4542">
            <w:r>
              <w:t xml:space="preserve">PhD-hallgató esetén </w:t>
            </w:r>
            <w:r w:rsidRPr="007C54CA">
              <w:t>doktori iskola</w:t>
            </w:r>
            <w:r>
              <w:t xml:space="preserve"> székhelye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13D780E3" w14:textId="4CB1494B" w:rsidR="00F778C0" w:rsidRPr="007C54CA" w:rsidRDefault="00F778C0" w:rsidP="006E4542"/>
        </w:tc>
      </w:tr>
      <w:tr w:rsidR="00F778C0" w:rsidRPr="007C54CA" w14:paraId="17D34A47" w14:textId="77777777" w:rsidTr="006E4542">
        <w:tc>
          <w:tcPr>
            <w:tcW w:w="3114" w:type="dxa"/>
          </w:tcPr>
          <w:p w14:paraId="17157517" w14:textId="2A67502F" w:rsidR="00F778C0" w:rsidRPr="007C54CA" w:rsidRDefault="00F778C0" w:rsidP="006E4542">
            <w:r>
              <w:t>L</w:t>
            </w:r>
            <w:r w:rsidRPr="007C54CA">
              <w:t>evelező szerző e-mail címe</w:t>
            </w:r>
            <w:r w:rsidR="00CE56B9">
              <w:t xml:space="preserve"> </w:t>
            </w:r>
            <w:r w:rsidR="00BE2CF6">
              <w:t>(csak a kapcsolattartó szerzőnél kell kitölteni)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2D39A748" w14:textId="4855ACA5" w:rsidR="00F778C0" w:rsidRPr="007C54CA" w:rsidRDefault="00F778C0" w:rsidP="006E4542"/>
        </w:tc>
      </w:tr>
    </w:tbl>
    <w:p w14:paraId="7F42C524" w14:textId="639C13DA" w:rsidR="00F778C0" w:rsidRDefault="00CE56B9" w:rsidP="00CE56B9">
      <w:pPr>
        <w:tabs>
          <w:tab w:val="left" w:pos="1344"/>
        </w:tabs>
      </w:pPr>
      <w:r>
        <w:rPr>
          <w:b/>
          <w:bCs/>
        </w:rPr>
        <w:t xml:space="preserve">Szerző </w:t>
      </w:r>
      <w:r>
        <w:rPr>
          <w:b/>
          <w:bCs/>
        </w:rPr>
        <w:t>3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14"/>
        <w:gridCol w:w="4926"/>
      </w:tblGrid>
      <w:tr w:rsidR="00F778C0" w:rsidRPr="007C54CA" w14:paraId="5D6AD5B2" w14:textId="77777777" w:rsidTr="006E4542">
        <w:tc>
          <w:tcPr>
            <w:tcW w:w="3114" w:type="dxa"/>
          </w:tcPr>
          <w:p w14:paraId="21FD3CCE" w14:textId="77777777" w:rsidR="00F778C0" w:rsidRPr="007C54CA" w:rsidRDefault="00F778C0" w:rsidP="006E4542">
            <w:r>
              <w:t>T</w:t>
            </w:r>
            <w:r w:rsidRPr="007C54CA">
              <w:t>eljes név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0B12704C" w14:textId="58B6A234" w:rsidR="00F778C0" w:rsidRPr="007C54CA" w:rsidRDefault="00F778C0" w:rsidP="006E4542"/>
        </w:tc>
      </w:tr>
      <w:tr w:rsidR="00F778C0" w:rsidRPr="007C54CA" w14:paraId="370F6692" w14:textId="77777777" w:rsidTr="006E4542">
        <w:tc>
          <w:tcPr>
            <w:tcW w:w="3114" w:type="dxa"/>
          </w:tcPr>
          <w:p w14:paraId="6694EF72" w14:textId="77777777" w:rsidR="00F778C0" w:rsidRPr="007C54CA" w:rsidRDefault="00F778C0" w:rsidP="006E4542">
            <w:r w:rsidRPr="007C54CA">
              <w:t>ORCID-azonosító (ha van)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7AB2C3D3" w14:textId="71797D3A" w:rsidR="00F778C0" w:rsidRPr="007C54CA" w:rsidRDefault="00F778C0" w:rsidP="006E4542"/>
        </w:tc>
      </w:tr>
      <w:tr w:rsidR="00F778C0" w:rsidRPr="007C54CA" w14:paraId="32852168" w14:textId="77777777" w:rsidTr="006E4542">
        <w:tc>
          <w:tcPr>
            <w:tcW w:w="3114" w:type="dxa"/>
          </w:tcPr>
          <w:p w14:paraId="64DEBEB0" w14:textId="77777777" w:rsidR="00F778C0" w:rsidRPr="007C54CA" w:rsidRDefault="00F778C0" w:rsidP="006E4542">
            <w:r>
              <w:lastRenderedPageBreak/>
              <w:t>T</w:t>
            </w:r>
            <w:r w:rsidRPr="007C54CA">
              <w:t>udományos fokozat (ha van)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504642FF" w14:textId="205DCFF8" w:rsidR="00F778C0" w:rsidRPr="007C54CA" w:rsidRDefault="00F778C0" w:rsidP="006E4542"/>
        </w:tc>
      </w:tr>
      <w:tr w:rsidR="00F778C0" w:rsidRPr="007C54CA" w14:paraId="4EAA6136" w14:textId="77777777" w:rsidTr="006E4542">
        <w:tc>
          <w:tcPr>
            <w:tcW w:w="3114" w:type="dxa"/>
          </w:tcPr>
          <w:p w14:paraId="385F546B" w14:textId="77777777" w:rsidR="00F778C0" w:rsidRDefault="00F778C0" w:rsidP="006E4542">
            <w:r>
              <w:t>Munkahelyi b</w:t>
            </w:r>
            <w:r w:rsidRPr="007C54CA">
              <w:t>eosztás</w:t>
            </w:r>
          </w:p>
          <w:p w14:paraId="3C366B35" w14:textId="77777777" w:rsidR="00F778C0" w:rsidRPr="007C54CA" w:rsidRDefault="00F778C0" w:rsidP="006E4542">
            <w:r>
              <w:t>H</w:t>
            </w:r>
            <w:r w:rsidRPr="007C54CA">
              <w:t>allgató esetén szak</w:t>
            </w:r>
            <w:r>
              <w:t xml:space="preserve"> neve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0EBB9E08" w14:textId="5CC62031" w:rsidR="00F778C0" w:rsidRPr="007C54CA" w:rsidRDefault="00F778C0" w:rsidP="006E4542"/>
        </w:tc>
      </w:tr>
      <w:tr w:rsidR="00F778C0" w:rsidRPr="007C54CA" w14:paraId="7E04D93B" w14:textId="77777777" w:rsidTr="006E4542">
        <w:tc>
          <w:tcPr>
            <w:tcW w:w="3114" w:type="dxa"/>
          </w:tcPr>
          <w:p w14:paraId="79603951" w14:textId="77777777" w:rsidR="00F778C0" w:rsidRDefault="00F778C0" w:rsidP="006E4542">
            <w:r>
              <w:t>M</w:t>
            </w:r>
            <w:r w:rsidRPr="007C54CA">
              <w:t>unkahely neve</w:t>
            </w:r>
          </w:p>
          <w:p w14:paraId="7B83DD6C" w14:textId="77777777" w:rsidR="00F778C0" w:rsidRPr="007C54CA" w:rsidRDefault="00F778C0" w:rsidP="006E4542">
            <w:r w:rsidRPr="007C54CA">
              <w:t>PhD-hallgató esetén doktori iskola</w:t>
            </w:r>
            <w:r>
              <w:t xml:space="preserve"> neve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0CD261F6" w14:textId="3CEF4C6C" w:rsidR="00F778C0" w:rsidRPr="007C54CA" w:rsidRDefault="00F778C0" w:rsidP="00E34FE1"/>
        </w:tc>
      </w:tr>
      <w:tr w:rsidR="00F778C0" w:rsidRPr="007C54CA" w14:paraId="241EF7EA" w14:textId="77777777" w:rsidTr="006E4542">
        <w:tc>
          <w:tcPr>
            <w:tcW w:w="3114" w:type="dxa"/>
          </w:tcPr>
          <w:p w14:paraId="1B0E957C" w14:textId="77777777" w:rsidR="00F778C0" w:rsidRDefault="00F778C0" w:rsidP="006E4542">
            <w:r>
              <w:t>M</w:t>
            </w:r>
            <w:r w:rsidRPr="007C54CA">
              <w:t>unkahely székhelye</w:t>
            </w:r>
          </w:p>
          <w:p w14:paraId="19898300" w14:textId="77777777" w:rsidR="00F778C0" w:rsidRPr="007C54CA" w:rsidRDefault="00F778C0" w:rsidP="006E4542">
            <w:r>
              <w:t xml:space="preserve">PhD-hallgató esetén </w:t>
            </w:r>
            <w:r w:rsidRPr="007C54CA">
              <w:t>doktori iskola</w:t>
            </w:r>
            <w:r>
              <w:t xml:space="preserve"> székhelye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4B735F61" w14:textId="4353B243" w:rsidR="00F778C0" w:rsidRPr="007C54CA" w:rsidRDefault="00F778C0" w:rsidP="006E4542"/>
        </w:tc>
      </w:tr>
      <w:tr w:rsidR="00F778C0" w:rsidRPr="007C54CA" w14:paraId="51F5EA40" w14:textId="77777777" w:rsidTr="006E4542">
        <w:tc>
          <w:tcPr>
            <w:tcW w:w="3114" w:type="dxa"/>
          </w:tcPr>
          <w:p w14:paraId="53198028" w14:textId="3F12438D" w:rsidR="00F778C0" w:rsidRPr="007C54CA" w:rsidRDefault="00F778C0" w:rsidP="006E4542">
            <w:r>
              <w:t>L</w:t>
            </w:r>
            <w:r w:rsidRPr="007C54CA">
              <w:t>evelező szerző e-mail címe</w:t>
            </w:r>
            <w:r w:rsidR="00CE56B9">
              <w:t xml:space="preserve"> </w:t>
            </w:r>
            <w:r w:rsidR="00BE2CF6">
              <w:t>(csak a kapcsolattartó szerzőnél kell kitölteni)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1456688F" w14:textId="7CEA84CF" w:rsidR="00F778C0" w:rsidRPr="007C54CA" w:rsidRDefault="00F778C0" w:rsidP="006E4542"/>
        </w:tc>
      </w:tr>
    </w:tbl>
    <w:p w14:paraId="0414B582" w14:textId="5F93678A" w:rsidR="00A451D3" w:rsidRDefault="00A451D3" w:rsidP="00CE3F3F">
      <w:pPr>
        <w:rPr>
          <w:noProof/>
        </w:rPr>
      </w:pPr>
    </w:p>
    <w:p w14:paraId="26DFA1A3" w14:textId="5A34D7F0" w:rsidR="00CE56B9" w:rsidRDefault="00CE56B9" w:rsidP="00CE3F3F">
      <w:pPr>
        <w:rPr>
          <w:noProof/>
        </w:rPr>
      </w:pPr>
      <w:r>
        <w:rPr>
          <w:b/>
          <w:bCs/>
        </w:rPr>
        <w:t xml:space="preserve">Szerző </w:t>
      </w:r>
      <w:r>
        <w:rPr>
          <w:b/>
          <w:bCs/>
        </w:rPr>
        <w:t>4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14"/>
        <w:gridCol w:w="4926"/>
      </w:tblGrid>
      <w:tr w:rsidR="00CE56B9" w:rsidRPr="007C54CA" w14:paraId="5A660C49" w14:textId="77777777" w:rsidTr="00B573F4">
        <w:tc>
          <w:tcPr>
            <w:tcW w:w="3114" w:type="dxa"/>
          </w:tcPr>
          <w:p w14:paraId="6929F94A" w14:textId="77777777" w:rsidR="00CE56B9" w:rsidRPr="007C54CA" w:rsidRDefault="00CE56B9" w:rsidP="00B573F4">
            <w:r>
              <w:t>T</w:t>
            </w:r>
            <w:r w:rsidRPr="007C54CA">
              <w:t>eljes név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0A4D814D" w14:textId="77777777" w:rsidR="00CE56B9" w:rsidRPr="007C54CA" w:rsidRDefault="00CE56B9" w:rsidP="00B573F4"/>
        </w:tc>
      </w:tr>
      <w:tr w:rsidR="00CE56B9" w:rsidRPr="007C54CA" w14:paraId="20476187" w14:textId="77777777" w:rsidTr="00B573F4">
        <w:tc>
          <w:tcPr>
            <w:tcW w:w="3114" w:type="dxa"/>
          </w:tcPr>
          <w:p w14:paraId="17F237E5" w14:textId="77777777" w:rsidR="00CE56B9" w:rsidRPr="007C54CA" w:rsidRDefault="00CE56B9" w:rsidP="00B573F4">
            <w:r w:rsidRPr="007C54CA">
              <w:t>ORCID-azonosító (ha van)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42570AD5" w14:textId="77777777" w:rsidR="00CE56B9" w:rsidRPr="007C54CA" w:rsidRDefault="00CE56B9" w:rsidP="00B573F4"/>
        </w:tc>
      </w:tr>
      <w:tr w:rsidR="00CE56B9" w:rsidRPr="007C54CA" w14:paraId="78B6305B" w14:textId="77777777" w:rsidTr="00B573F4">
        <w:tc>
          <w:tcPr>
            <w:tcW w:w="3114" w:type="dxa"/>
          </w:tcPr>
          <w:p w14:paraId="6D752AD8" w14:textId="77777777" w:rsidR="00CE56B9" w:rsidRPr="007C54CA" w:rsidRDefault="00CE56B9" w:rsidP="00B573F4">
            <w:r>
              <w:t>T</w:t>
            </w:r>
            <w:r w:rsidRPr="007C54CA">
              <w:t>udományos fokozat (ha van)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42F98027" w14:textId="77777777" w:rsidR="00CE56B9" w:rsidRPr="007C54CA" w:rsidRDefault="00CE56B9" w:rsidP="00B573F4"/>
        </w:tc>
      </w:tr>
      <w:tr w:rsidR="00CE56B9" w:rsidRPr="007C54CA" w14:paraId="5A9F7C99" w14:textId="77777777" w:rsidTr="00B573F4">
        <w:tc>
          <w:tcPr>
            <w:tcW w:w="3114" w:type="dxa"/>
          </w:tcPr>
          <w:p w14:paraId="006A0B3F" w14:textId="77777777" w:rsidR="00CE56B9" w:rsidRDefault="00CE56B9" w:rsidP="00B573F4">
            <w:r>
              <w:t>Munkahelyi b</w:t>
            </w:r>
            <w:r w:rsidRPr="007C54CA">
              <w:t>eosztás</w:t>
            </w:r>
          </w:p>
          <w:p w14:paraId="7F3E30D9" w14:textId="77777777" w:rsidR="00CE56B9" w:rsidRPr="007C54CA" w:rsidRDefault="00CE56B9" w:rsidP="00B573F4">
            <w:r>
              <w:t>H</w:t>
            </w:r>
            <w:r w:rsidRPr="007C54CA">
              <w:t>allgató esetén szak</w:t>
            </w:r>
            <w:r>
              <w:t xml:space="preserve"> neve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0FE4E12F" w14:textId="77777777" w:rsidR="00CE56B9" w:rsidRPr="007C54CA" w:rsidRDefault="00CE56B9" w:rsidP="00B573F4"/>
        </w:tc>
      </w:tr>
      <w:tr w:rsidR="00CE56B9" w:rsidRPr="007C54CA" w14:paraId="1429AEFB" w14:textId="77777777" w:rsidTr="00B573F4">
        <w:tc>
          <w:tcPr>
            <w:tcW w:w="3114" w:type="dxa"/>
          </w:tcPr>
          <w:p w14:paraId="337BE016" w14:textId="77777777" w:rsidR="00CE56B9" w:rsidRDefault="00CE56B9" w:rsidP="00B573F4">
            <w:r>
              <w:t>M</w:t>
            </w:r>
            <w:r w:rsidRPr="007C54CA">
              <w:t>unkahely neve</w:t>
            </w:r>
          </w:p>
          <w:p w14:paraId="3250720D" w14:textId="77777777" w:rsidR="00CE56B9" w:rsidRPr="007C54CA" w:rsidRDefault="00CE56B9" w:rsidP="00B573F4">
            <w:r w:rsidRPr="007C54CA">
              <w:t>PhD-hallgató esetén doktori iskola</w:t>
            </w:r>
            <w:r>
              <w:t xml:space="preserve"> neve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53343031" w14:textId="77777777" w:rsidR="00CE56B9" w:rsidRPr="007C54CA" w:rsidRDefault="00CE56B9" w:rsidP="00B573F4"/>
        </w:tc>
      </w:tr>
      <w:tr w:rsidR="00CE56B9" w:rsidRPr="007C54CA" w14:paraId="58B00145" w14:textId="77777777" w:rsidTr="00B573F4">
        <w:tc>
          <w:tcPr>
            <w:tcW w:w="3114" w:type="dxa"/>
          </w:tcPr>
          <w:p w14:paraId="1E2A8B3B" w14:textId="77777777" w:rsidR="00CE56B9" w:rsidRDefault="00CE56B9" w:rsidP="00B573F4">
            <w:r>
              <w:t>M</w:t>
            </w:r>
            <w:r w:rsidRPr="007C54CA">
              <w:t>unkahely székhelye</w:t>
            </w:r>
          </w:p>
          <w:p w14:paraId="612C2B2D" w14:textId="77777777" w:rsidR="00CE56B9" w:rsidRPr="007C54CA" w:rsidRDefault="00CE56B9" w:rsidP="00B573F4">
            <w:r>
              <w:t xml:space="preserve">PhD-hallgató esetén </w:t>
            </w:r>
            <w:r w:rsidRPr="007C54CA">
              <w:t>doktori iskola</w:t>
            </w:r>
            <w:r>
              <w:t xml:space="preserve"> székhelye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768147E5" w14:textId="77777777" w:rsidR="00CE56B9" w:rsidRPr="007C54CA" w:rsidRDefault="00CE56B9" w:rsidP="00B573F4"/>
        </w:tc>
      </w:tr>
      <w:tr w:rsidR="00CE56B9" w:rsidRPr="007C54CA" w14:paraId="0F68B211" w14:textId="77777777" w:rsidTr="00B573F4">
        <w:tc>
          <w:tcPr>
            <w:tcW w:w="3114" w:type="dxa"/>
          </w:tcPr>
          <w:p w14:paraId="732D8F40" w14:textId="77777777" w:rsidR="00CE56B9" w:rsidRPr="007C54CA" w:rsidRDefault="00CE56B9" w:rsidP="00B573F4">
            <w:r>
              <w:t>L</w:t>
            </w:r>
            <w:r w:rsidRPr="007C54CA">
              <w:t>evelező szerző e-mail címe</w:t>
            </w:r>
            <w:r>
              <w:t xml:space="preserve"> (csak a kapcsolattartó szerzőnél kell kitölteni)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35DD8CA0" w14:textId="77777777" w:rsidR="00CE56B9" w:rsidRPr="007C54CA" w:rsidRDefault="00CE56B9" w:rsidP="00B573F4"/>
        </w:tc>
      </w:tr>
    </w:tbl>
    <w:p w14:paraId="583E4D57" w14:textId="77777777" w:rsidR="00CE56B9" w:rsidRDefault="00CE56B9" w:rsidP="00CE3F3F">
      <w:pPr>
        <w:rPr>
          <w:noProof/>
        </w:rPr>
      </w:pPr>
    </w:p>
    <w:p w14:paraId="0185BE9B" w14:textId="7D157709" w:rsidR="00CE56B9" w:rsidRDefault="00CE56B9" w:rsidP="00CE3F3F">
      <w:pPr>
        <w:rPr>
          <w:noProof/>
        </w:rPr>
      </w:pPr>
      <w:r>
        <w:rPr>
          <w:b/>
          <w:bCs/>
        </w:rPr>
        <w:t xml:space="preserve">Szerző </w:t>
      </w:r>
      <w:r>
        <w:rPr>
          <w:b/>
          <w:bCs/>
        </w:rPr>
        <w:t>5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114"/>
        <w:gridCol w:w="4926"/>
      </w:tblGrid>
      <w:tr w:rsidR="00CE56B9" w:rsidRPr="007C54CA" w14:paraId="2AE0F139" w14:textId="77777777" w:rsidTr="00B573F4">
        <w:tc>
          <w:tcPr>
            <w:tcW w:w="3114" w:type="dxa"/>
          </w:tcPr>
          <w:p w14:paraId="2F045A19" w14:textId="77777777" w:rsidR="00CE56B9" w:rsidRPr="007C54CA" w:rsidRDefault="00CE56B9" w:rsidP="00B573F4">
            <w:r>
              <w:t>T</w:t>
            </w:r>
            <w:r w:rsidRPr="007C54CA">
              <w:t>eljes név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5501387D" w14:textId="77777777" w:rsidR="00CE56B9" w:rsidRPr="007C54CA" w:rsidRDefault="00CE56B9" w:rsidP="00B573F4"/>
        </w:tc>
      </w:tr>
      <w:tr w:rsidR="00CE56B9" w:rsidRPr="007C54CA" w14:paraId="20787899" w14:textId="77777777" w:rsidTr="00B573F4">
        <w:tc>
          <w:tcPr>
            <w:tcW w:w="3114" w:type="dxa"/>
          </w:tcPr>
          <w:p w14:paraId="1292DB12" w14:textId="77777777" w:rsidR="00CE56B9" w:rsidRPr="007C54CA" w:rsidRDefault="00CE56B9" w:rsidP="00B573F4">
            <w:r w:rsidRPr="007C54CA">
              <w:t>ORCID-azonosító (ha van)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26EB0055" w14:textId="77777777" w:rsidR="00CE56B9" w:rsidRPr="007C54CA" w:rsidRDefault="00CE56B9" w:rsidP="00B573F4"/>
        </w:tc>
      </w:tr>
      <w:tr w:rsidR="00CE56B9" w:rsidRPr="007C54CA" w14:paraId="5A19FBAE" w14:textId="77777777" w:rsidTr="00B573F4">
        <w:tc>
          <w:tcPr>
            <w:tcW w:w="3114" w:type="dxa"/>
          </w:tcPr>
          <w:p w14:paraId="48B75681" w14:textId="77777777" w:rsidR="00CE56B9" w:rsidRPr="007C54CA" w:rsidRDefault="00CE56B9" w:rsidP="00B573F4">
            <w:r>
              <w:t>T</w:t>
            </w:r>
            <w:r w:rsidRPr="007C54CA">
              <w:t>udományos fokozat (ha van)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3C7E734C" w14:textId="77777777" w:rsidR="00CE56B9" w:rsidRPr="007C54CA" w:rsidRDefault="00CE56B9" w:rsidP="00B573F4"/>
        </w:tc>
      </w:tr>
      <w:tr w:rsidR="00CE56B9" w:rsidRPr="007C54CA" w14:paraId="2FB9C77D" w14:textId="77777777" w:rsidTr="00B573F4">
        <w:tc>
          <w:tcPr>
            <w:tcW w:w="3114" w:type="dxa"/>
          </w:tcPr>
          <w:p w14:paraId="31D93095" w14:textId="77777777" w:rsidR="00CE56B9" w:rsidRDefault="00CE56B9" w:rsidP="00B573F4">
            <w:r>
              <w:t>Munkahelyi b</w:t>
            </w:r>
            <w:r w:rsidRPr="007C54CA">
              <w:t>eosztás</w:t>
            </w:r>
          </w:p>
          <w:p w14:paraId="74298CF5" w14:textId="77777777" w:rsidR="00CE56B9" w:rsidRPr="007C54CA" w:rsidRDefault="00CE56B9" w:rsidP="00B573F4">
            <w:r>
              <w:t>H</w:t>
            </w:r>
            <w:r w:rsidRPr="007C54CA">
              <w:t>allgató esetén szak</w:t>
            </w:r>
            <w:r>
              <w:t xml:space="preserve"> neve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7911821F" w14:textId="77777777" w:rsidR="00CE56B9" w:rsidRPr="007C54CA" w:rsidRDefault="00CE56B9" w:rsidP="00B573F4"/>
        </w:tc>
      </w:tr>
      <w:tr w:rsidR="00CE56B9" w:rsidRPr="007C54CA" w14:paraId="6C9BB9F9" w14:textId="77777777" w:rsidTr="00B573F4">
        <w:tc>
          <w:tcPr>
            <w:tcW w:w="3114" w:type="dxa"/>
          </w:tcPr>
          <w:p w14:paraId="0526D35E" w14:textId="77777777" w:rsidR="00CE56B9" w:rsidRDefault="00CE56B9" w:rsidP="00B573F4">
            <w:r>
              <w:t>M</w:t>
            </w:r>
            <w:r w:rsidRPr="007C54CA">
              <w:t>unkahely neve</w:t>
            </w:r>
          </w:p>
          <w:p w14:paraId="3D875F2B" w14:textId="77777777" w:rsidR="00CE56B9" w:rsidRPr="007C54CA" w:rsidRDefault="00CE56B9" w:rsidP="00B573F4">
            <w:r w:rsidRPr="007C54CA">
              <w:t>PhD-hallgató esetén doktori iskola</w:t>
            </w:r>
            <w:r>
              <w:t xml:space="preserve"> neve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0D5AB9EF" w14:textId="77777777" w:rsidR="00CE56B9" w:rsidRPr="007C54CA" w:rsidRDefault="00CE56B9" w:rsidP="00B573F4"/>
        </w:tc>
      </w:tr>
      <w:tr w:rsidR="00CE56B9" w:rsidRPr="007C54CA" w14:paraId="25128DC6" w14:textId="77777777" w:rsidTr="00B573F4">
        <w:tc>
          <w:tcPr>
            <w:tcW w:w="3114" w:type="dxa"/>
          </w:tcPr>
          <w:p w14:paraId="2D3A6F7B" w14:textId="77777777" w:rsidR="00CE56B9" w:rsidRDefault="00CE56B9" w:rsidP="00B573F4">
            <w:r>
              <w:t>M</w:t>
            </w:r>
            <w:r w:rsidRPr="007C54CA">
              <w:t>unkahely székhelye</w:t>
            </w:r>
          </w:p>
          <w:p w14:paraId="35D39C6C" w14:textId="77777777" w:rsidR="00CE56B9" w:rsidRPr="007C54CA" w:rsidRDefault="00CE56B9" w:rsidP="00B573F4">
            <w:r>
              <w:t xml:space="preserve">PhD-hallgató esetén </w:t>
            </w:r>
            <w:r w:rsidRPr="007C54CA">
              <w:t>doktori iskola</w:t>
            </w:r>
            <w:r>
              <w:t xml:space="preserve"> székhelye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1224B3CE" w14:textId="77777777" w:rsidR="00CE56B9" w:rsidRPr="007C54CA" w:rsidRDefault="00CE56B9" w:rsidP="00B573F4"/>
        </w:tc>
      </w:tr>
      <w:tr w:rsidR="00CE56B9" w:rsidRPr="007C54CA" w14:paraId="38587AF0" w14:textId="77777777" w:rsidTr="00B573F4">
        <w:tc>
          <w:tcPr>
            <w:tcW w:w="3114" w:type="dxa"/>
          </w:tcPr>
          <w:p w14:paraId="53D5B7A6" w14:textId="77777777" w:rsidR="00CE56B9" w:rsidRPr="007C54CA" w:rsidRDefault="00CE56B9" w:rsidP="00B573F4">
            <w:r>
              <w:t>L</w:t>
            </w:r>
            <w:r w:rsidRPr="007C54CA">
              <w:t>evelező szerző e-mail címe</w:t>
            </w:r>
            <w:r>
              <w:t xml:space="preserve"> (csak a kapcsolattartó szerzőnél kell kitölteni)</w:t>
            </w:r>
          </w:p>
        </w:tc>
        <w:tc>
          <w:tcPr>
            <w:tcW w:w="4926" w:type="dxa"/>
            <w:shd w:val="clear" w:color="auto" w:fill="E2EFD9" w:themeFill="accent6" w:themeFillTint="33"/>
          </w:tcPr>
          <w:p w14:paraId="48F34986" w14:textId="77777777" w:rsidR="00CE56B9" w:rsidRPr="007C54CA" w:rsidRDefault="00CE56B9" w:rsidP="00B573F4"/>
        </w:tc>
      </w:tr>
    </w:tbl>
    <w:p w14:paraId="1426C947" w14:textId="77777777" w:rsidR="00CE56B9" w:rsidRPr="007A5B88" w:rsidRDefault="00CE56B9" w:rsidP="00CE3F3F">
      <w:pPr>
        <w:rPr>
          <w:noProof/>
        </w:rPr>
      </w:pPr>
    </w:p>
    <w:sectPr w:rsidR="00CE56B9" w:rsidRPr="007A5B88" w:rsidSect="0050186D">
      <w:pgSz w:w="10318" w:h="14570" w:code="157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4EE90" w14:textId="77777777" w:rsidR="005A233C" w:rsidRDefault="005A233C">
      <w:r>
        <w:separator/>
      </w:r>
    </w:p>
    <w:p w14:paraId="1D80CE0D" w14:textId="77777777" w:rsidR="005A233C" w:rsidRDefault="005A233C"/>
  </w:endnote>
  <w:endnote w:type="continuationSeparator" w:id="0">
    <w:p w14:paraId="116D74C1" w14:textId="77777777" w:rsidR="005A233C" w:rsidRDefault="005A233C">
      <w:r>
        <w:continuationSeparator/>
      </w:r>
    </w:p>
    <w:p w14:paraId="2F24BCB2" w14:textId="77777777" w:rsidR="005A233C" w:rsidRDefault="005A23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3FEF2" w14:textId="77777777" w:rsidR="005A233C" w:rsidRDefault="005A233C">
      <w:r>
        <w:separator/>
      </w:r>
    </w:p>
    <w:p w14:paraId="26288CD1" w14:textId="77777777" w:rsidR="005A233C" w:rsidRDefault="005A233C"/>
  </w:footnote>
  <w:footnote w:type="continuationSeparator" w:id="0">
    <w:p w14:paraId="5DECE85D" w14:textId="77777777" w:rsidR="005A233C" w:rsidRDefault="005A233C">
      <w:r>
        <w:continuationSeparator/>
      </w:r>
    </w:p>
    <w:p w14:paraId="649B0F86" w14:textId="77777777" w:rsidR="005A233C" w:rsidRDefault="005A23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056AE1"/>
    <w:multiLevelType w:val="hybridMultilevel"/>
    <w:tmpl w:val="03CE397A"/>
    <w:lvl w:ilvl="0" w:tplc="78D27D3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9303072"/>
    <w:multiLevelType w:val="hybridMultilevel"/>
    <w:tmpl w:val="85908AAC"/>
    <w:lvl w:ilvl="0" w:tplc="4DA295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D3DB3"/>
    <w:multiLevelType w:val="hybridMultilevel"/>
    <w:tmpl w:val="F8AA2398"/>
    <w:lvl w:ilvl="0" w:tplc="F954AED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927187">
    <w:abstractNumId w:val="2"/>
  </w:num>
  <w:num w:numId="2" w16cid:durableId="717120408">
    <w:abstractNumId w:val="1"/>
  </w:num>
  <w:num w:numId="3" w16cid:durableId="103037165">
    <w:abstractNumId w:val="0"/>
  </w:num>
  <w:num w:numId="4" w16cid:durableId="25722804">
    <w:abstractNumId w:val="0"/>
    <w:lvlOverride w:ilvl="0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attachedTemplate r:id="rId1"/>
  <w:stylePaneFormatFilter w:val="3B01" w:allStyles="1" w:customStyles="0" w:latentStyles="0" w:stylesInUse="0" w:headingStyles="0" w:numberingStyles="0" w:tableStyles="0" w:directFormattingOnRuns="1" w:directFormattingOnParagraphs="1" w:directFormattingOnNumbering="0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709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4CA"/>
    <w:rsid w:val="00004FF2"/>
    <w:rsid w:val="00006F06"/>
    <w:rsid w:val="00007940"/>
    <w:rsid w:val="000113AA"/>
    <w:rsid w:val="00012C56"/>
    <w:rsid w:val="00013973"/>
    <w:rsid w:val="00013AB9"/>
    <w:rsid w:val="00015C23"/>
    <w:rsid w:val="00015C2E"/>
    <w:rsid w:val="00020476"/>
    <w:rsid w:val="00022313"/>
    <w:rsid w:val="00031F86"/>
    <w:rsid w:val="00034C49"/>
    <w:rsid w:val="00047ECE"/>
    <w:rsid w:val="0005024D"/>
    <w:rsid w:val="00052CC3"/>
    <w:rsid w:val="000559E8"/>
    <w:rsid w:val="00066B5C"/>
    <w:rsid w:val="000700A7"/>
    <w:rsid w:val="000754CE"/>
    <w:rsid w:val="00077BC6"/>
    <w:rsid w:val="000832E9"/>
    <w:rsid w:val="000834DA"/>
    <w:rsid w:val="000840C2"/>
    <w:rsid w:val="00085B63"/>
    <w:rsid w:val="00085FAA"/>
    <w:rsid w:val="00086FDC"/>
    <w:rsid w:val="000936E8"/>
    <w:rsid w:val="00093B0E"/>
    <w:rsid w:val="000943E2"/>
    <w:rsid w:val="00096595"/>
    <w:rsid w:val="00097F65"/>
    <w:rsid w:val="000A52C6"/>
    <w:rsid w:val="000B41F2"/>
    <w:rsid w:val="000C0C60"/>
    <w:rsid w:val="000C570A"/>
    <w:rsid w:val="000D4AA8"/>
    <w:rsid w:val="000E00E9"/>
    <w:rsid w:val="000E0498"/>
    <w:rsid w:val="000E04F7"/>
    <w:rsid w:val="000E3BF0"/>
    <w:rsid w:val="000E4ED7"/>
    <w:rsid w:val="000E56DD"/>
    <w:rsid w:val="000F4B04"/>
    <w:rsid w:val="00102CFE"/>
    <w:rsid w:val="00107BE5"/>
    <w:rsid w:val="00110BB0"/>
    <w:rsid w:val="00112A91"/>
    <w:rsid w:val="00115794"/>
    <w:rsid w:val="00131D7F"/>
    <w:rsid w:val="00140046"/>
    <w:rsid w:val="001438DB"/>
    <w:rsid w:val="00147F41"/>
    <w:rsid w:val="0015025E"/>
    <w:rsid w:val="001503E8"/>
    <w:rsid w:val="00156FC1"/>
    <w:rsid w:val="00157BCD"/>
    <w:rsid w:val="00163A0D"/>
    <w:rsid w:val="001734DC"/>
    <w:rsid w:val="00174FCE"/>
    <w:rsid w:val="0018191B"/>
    <w:rsid w:val="00182250"/>
    <w:rsid w:val="00196DEC"/>
    <w:rsid w:val="001B2B69"/>
    <w:rsid w:val="001B3B98"/>
    <w:rsid w:val="001B615A"/>
    <w:rsid w:val="001C3511"/>
    <w:rsid w:val="001C4328"/>
    <w:rsid w:val="001C4601"/>
    <w:rsid w:val="001C4A55"/>
    <w:rsid w:val="001C6047"/>
    <w:rsid w:val="001D2F54"/>
    <w:rsid w:val="001D3422"/>
    <w:rsid w:val="001E0BF7"/>
    <w:rsid w:val="001E14C1"/>
    <w:rsid w:val="001E5073"/>
    <w:rsid w:val="001E6AF1"/>
    <w:rsid w:val="001F4F6D"/>
    <w:rsid w:val="00200C53"/>
    <w:rsid w:val="002017D3"/>
    <w:rsid w:val="002072D2"/>
    <w:rsid w:val="00210B22"/>
    <w:rsid w:val="00213EA5"/>
    <w:rsid w:val="00221EE9"/>
    <w:rsid w:val="00222035"/>
    <w:rsid w:val="00223688"/>
    <w:rsid w:val="0022752E"/>
    <w:rsid w:val="00227CF3"/>
    <w:rsid w:val="00227D91"/>
    <w:rsid w:val="00235FD8"/>
    <w:rsid w:val="00241784"/>
    <w:rsid w:val="00242A37"/>
    <w:rsid w:val="002433D0"/>
    <w:rsid w:val="002512DC"/>
    <w:rsid w:val="00253ADD"/>
    <w:rsid w:val="00254D7D"/>
    <w:rsid w:val="00256D48"/>
    <w:rsid w:val="002570F2"/>
    <w:rsid w:val="00260261"/>
    <w:rsid w:val="002614E6"/>
    <w:rsid w:val="00263074"/>
    <w:rsid w:val="00265192"/>
    <w:rsid w:val="00265B1F"/>
    <w:rsid w:val="002666BD"/>
    <w:rsid w:val="00267D13"/>
    <w:rsid w:val="00273AF7"/>
    <w:rsid w:val="002741F9"/>
    <w:rsid w:val="00274499"/>
    <w:rsid w:val="00286389"/>
    <w:rsid w:val="00286D7C"/>
    <w:rsid w:val="00293F70"/>
    <w:rsid w:val="00294ADD"/>
    <w:rsid w:val="00297C98"/>
    <w:rsid w:val="002A2667"/>
    <w:rsid w:val="002B1BE5"/>
    <w:rsid w:val="002B1C51"/>
    <w:rsid w:val="002B3931"/>
    <w:rsid w:val="002B4791"/>
    <w:rsid w:val="002C09DB"/>
    <w:rsid w:val="002C34A1"/>
    <w:rsid w:val="002D3D9D"/>
    <w:rsid w:val="002D511F"/>
    <w:rsid w:val="002D64A8"/>
    <w:rsid w:val="002E2A84"/>
    <w:rsid w:val="002E543C"/>
    <w:rsid w:val="002F0358"/>
    <w:rsid w:val="002F2FA7"/>
    <w:rsid w:val="00305EE0"/>
    <w:rsid w:val="00312B00"/>
    <w:rsid w:val="00315CCA"/>
    <w:rsid w:val="00325432"/>
    <w:rsid w:val="00325C66"/>
    <w:rsid w:val="00331848"/>
    <w:rsid w:val="00333D2F"/>
    <w:rsid w:val="00335533"/>
    <w:rsid w:val="00341D3C"/>
    <w:rsid w:val="00342346"/>
    <w:rsid w:val="00343118"/>
    <w:rsid w:val="00345CA7"/>
    <w:rsid w:val="00354A0D"/>
    <w:rsid w:val="00354D25"/>
    <w:rsid w:val="00356F6B"/>
    <w:rsid w:val="00357735"/>
    <w:rsid w:val="00362629"/>
    <w:rsid w:val="003631AD"/>
    <w:rsid w:val="003644CE"/>
    <w:rsid w:val="00364507"/>
    <w:rsid w:val="003708BF"/>
    <w:rsid w:val="003732FF"/>
    <w:rsid w:val="003756D5"/>
    <w:rsid w:val="00375856"/>
    <w:rsid w:val="00375C81"/>
    <w:rsid w:val="00381FB0"/>
    <w:rsid w:val="00382577"/>
    <w:rsid w:val="0038696B"/>
    <w:rsid w:val="00390319"/>
    <w:rsid w:val="00390421"/>
    <w:rsid w:val="00391891"/>
    <w:rsid w:val="003A018C"/>
    <w:rsid w:val="003B4703"/>
    <w:rsid w:val="003B4EA8"/>
    <w:rsid w:val="003B7121"/>
    <w:rsid w:val="003B7AFD"/>
    <w:rsid w:val="003C01A2"/>
    <w:rsid w:val="003C1AEA"/>
    <w:rsid w:val="003C5E89"/>
    <w:rsid w:val="003C6093"/>
    <w:rsid w:val="003D0A82"/>
    <w:rsid w:val="003D1789"/>
    <w:rsid w:val="003D19F3"/>
    <w:rsid w:val="003D4AA2"/>
    <w:rsid w:val="003D796E"/>
    <w:rsid w:val="003E1853"/>
    <w:rsid w:val="003E4B1B"/>
    <w:rsid w:val="003E5C24"/>
    <w:rsid w:val="003E5E44"/>
    <w:rsid w:val="003E7783"/>
    <w:rsid w:val="003F70FF"/>
    <w:rsid w:val="003F7FAF"/>
    <w:rsid w:val="004002D7"/>
    <w:rsid w:val="00400CA7"/>
    <w:rsid w:val="00402574"/>
    <w:rsid w:val="00407328"/>
    <w:rsid w:val="004205CF"/>
    <w:rsid w:val="0042449D"/>
    <w:rsid w:val="00435758"/>
    <w:rsid w:val="004379BC"/>
    <w:rsid w:val="004476A7"/>
    <w:rsid w:val="00451799"/>
    <w:rsid w:val="00452B43"/>
    <w:rsid w:val="00452CE7"/>
    <w:rsid w:val="00457B35"/>
    <w:rsid w:val="0046008B"/>
    <w:rsid w:val="00460FFA"/>
    <w:rsid w:val="004663C0"/>
    <w:rsid w:val="00470CC9"/>
    <w:rsid w:val="00471A78"/>
    <w:rsid w:val="004760E5"/>
    <w:rsid w:val="00476E81"/>
    <w:rsid w:val="00480F23"/>
    <w:rsid w:val="004827DC"/>
    <w:rsid w:val="004828B4"/>
    <w:rsid w:val="004869C9"/>
    <w:rsid w:val="00487432"/>
    <w:rsid w:val="00490C5C"/>
    <w:rsid w:val="00490C73"/>
    <w:rsid w:val="00491F27"/>
    <w:rsid w:val="00493897"/>
    <w:rsid w:val="0049530E"/>
    <w:rsid w:val="00495D40"/>
    <w:rsid w:val="004A0454"/>
    <w:rsid w:val="004A46A5"/>
    <w:rsid w:val="004A5DDB"/>
    <w:rsid w:val="004A73EE"/>
    <w:rsid w:val="004B1070"/>
    <w:rsid w:val="004B268E"/>
    <w:rsid w:val="004B5627"/>
    <w:rsid w:val="004B6022"/>
    <w:rsid w:val="004C14E6"/>
    <w:rsid w:val="004C26FE"/>
    <w:rsid w:val="004D0101"/>
    <w:rsid w:val="004D0287"/>
    <w:rsid w:val="004D385F"/>
    <w:rsid w:val="004D3A94"/>
    <w:rsid w:val="004D6FE6"/>
    <w:rsid w:val="004E00EE"/>
    <w:rsid w:val="004E26A5"/>
    <w:rsid w:val="004E3A31"/>
    <w:rsid w:val="004F0D7C"/>
    <w:rsid w:val="004F38AE"/>
    <w:rsid w:val="004F3F35"/>
    <w:rsid w:val="004F4E38"/>
    <w:rsid w:val="0050186D"/>
    <w:rsid w:val="00503D5D"/>
    <w:rsid w:val="005048EC"/>
    <w:rsid w:val="005069F2"/>
    <w:rsid w:val="00510315"/>
    <w:rsid w:val="005113DD"/>
    <w:rsid w:val="00514660"/>
    <w:rsid w:val="005151FE"/>
    <w:rsid w:val="00522663"/>
    <w:rsid w:val="00522774"/>
    <w:rsid w:val="0052683D"/>
    <w:rsid w:val="005268F7"/>
    <w:rsid w:val="00527709"/>
    <w:rsid w:val="00527A8D"/>
    <w:rsid w:val="0053037B"/>
    <w:rsid w:val="00530DB6"/>
    <w:rsid w:val="00533ED1"/>
    <w:rsid w:val="00535C6C"/>
    <w:rsid w:val="00540026"/>
    <w:rsid w:val="00540D14"/>
    <w:rsid w:val="00541071"/>
    <w:rsid w:val="00544D9E"/>
    <w:rsid w:val="00552FAF"/>
    <w:rsid w:val="0055342E"/>
    <w:rsid w:val="005609C1"/>
    <w:rsid w:val="00560FBE"/>
    <w:rsid w:val="005610D6"/>
    <w:rsid w:val="00561E60"/>
    <w:rsid w:val="00572BEE"/>
    <w:rsid w:val="00575E8D"/>
    <w:rsid w:val="00583602"/>
    <w:rsid w:val="00584F67"/>
    <w:rsid w:val="00591B5B"/>
    <w:rsid w:val="00595D0E"/>
    <w:rsid w:val="005965EF"/>
    <w:rsid w:val="005A0560"/>
    <w:rsid w:val="005A0F6A"/>
    <w:rsid w:val="005A233C"/>
    <w:rsid w:val="005A399E"/>
    <w:rsid w:val="005A67EA"/>
    <w:rsid w:val="005B1D0A"/>
    <w:rsid w:val="005B1E12"/>
    <w:rsid w:val="005C21F3"/>
    <w:rsid w:val="005C43FB"/>
    <w:rsid w:val="005C5751"/>
    <w:rsid w:val="005C5792"/>
    <w:rsid w:val="005D2F08"/>
    <w:rsid w:val="005D30FC"/>
    <w:rsid w:val="005E0B01"/>
    <w:rsid w:val="005E1421"/>
    <w:rsid w:val="005E2EAA"/>
    <w:rsid w:val="005E40D6"/>
    <w:rsid w:val="005E42B0"/>
    <w:rsid w:val="005E42FD"/>
    <w:rsid w:val="005E62BA"/>
    <w:rsid w:val="005F0896"/>
    <w:rsid w:val="005F489D"/>
    <w:rsid w:val="005F6BB4"/>
    <w:rsid w:val="006007FD"/>
    <w:rsid w:val="00605024"/>
    <w:rsid w:val="00611FBF"/>
    <w:rsid w:val="0061546D"/>
    <w:rsid w:val="006238A3"/>
    <w:rsid w:val="00626B95"/>
    <w:rsid w:val="00631775"/>
    <w:rsid w:val="00634EEF"/>
    <w:rsid w:val="0063768A"/>
    <w:rsid w:val="0064023B"/>
    <w:rsid w:val="0064087C"/>
    <w:rsid w:val="006408C8"/>
    <w:rsid w:val="00643B03"/>
    <w:rsid w:val="0064576D"/>
    <w:rsid w:val="00653B1F"/>
    <w:rsid w:val="00653D2B"/>
    <w:rsid w:val="006547A7"/>
    <w:rsid w:val="0065563C"/>
    <w:rsid w:val="006633A1"/>
    <w:rsid w:val="006648C2"/>
    <w:rsid w:val="00670997"/>
    <w:rsid w:val="006722FC"/>
    <w:rsid w:val="00673D79"/>
    <w:rsid w:val="006759D6"/>
    <w:rsid w:val="00677FE7"/>
    <w:rsid w:val="00684E09"/>
    <w:rsid w:val="006859DD"/>
    <w:rsid w:val="00685F69"/>
    <w:rsid w:val="00695E1B"/>
    <w:rsid w:val="006A1C8A"/>
    <w:rsid w:val="006A4128"/>
    <w:rsid w:val="006B3579"/>
    <w:rsid w:val="006B5B0A"/>
    <w:rsid w:val="006D13C4"/>
    <w:rsid w:val="006D1712"/>
    <w:rsid w:val="006D3152"/>
    <w:rsid w:val="006D44A4"/>
    <w:rsid w:val="006D642A"/>
    <w:rsid w:val="006D724C"/>
    <w:rsid w:val="006E0D40"/>
    <w:rsid w:val="006E1797"/>
    <w:rsid w:val="006E2B60"/>
    <w:rsid w:val="006E4D5F"/>
    <w:rsid w:val="006E74CA"/>
    <w:rsid w:val="007008EF"/>
    <w:rsid w:val="007064C6"/>
    <w:rsid w:val="0070717B"/>
    <w:rsid w:val="00714672"/>
    <w:rsid w:val="00715CC8"/>
    <w:rsid w:val="00730A31"/>
    <w:rsid w:val="0073459B"/>
    <w:rsid w:val="0073694D"/>
    <w:rsid w:val="00740B5B"/>
    <w:rsid w:val="0074209B"/>
    <w:rsid w:val="00750807"/>
    <w:rsid w:val="007542CE"/>
    <w:rsid w:val="00762D1A"/>
    <w:rsid w:val="00765DD2"/>
    <w:rsid w:val="00770684"/>
    <w:rsid w:val="007738A9"/>
    <w:rsid w:val="00774CD3"/>
    <w:rsid w:val="007772F0"/>
    <w:rsid w:val="00777EB6"/>
    <w:rsid w:val="00785E8D"/>
    <w:rsid w:val="00794E3C"/>
    <w:rsid w:val="00794FF0"/>
    <w:rsid w:val="00795771"/>
    <w:rsid w:val="007973F4"/>
    <w:rsid w:val="007A1C8A"/>
    <w:rsid w:val="007A5B88"/>
    <w:rsid w:val="007A731C"/>
    <w:rsid w:val="007A7831"/>
    <w:rsid w:val="007B0295"/>
    <w:rsid w:val="007B3612"/>
    <w:rsid w:val="007B41C0"/>
    <w:rsid w:val="007B499C"/>
    <w:rsid w:val="007C17B9"/>
    <w:rsid w:val="007C1A20"/>
    <w:rsid w:val="007C2245"/>
    <w:rsid w:val="007C4F58"/>
    <w:rsid w:val="007C54CA"/>
    <w:rsid w:val="007D5C00"/>
    <w:rsid w:val="007D7634"/>
    <w:rsid w:val="007E49DD"/>
    <w:rsid w:val="007F6D62"/>
    <w:rsid w:val="00801291"/>
    <w:rsid w:val="00803075"/>
    <w:rsid w:val="00805593"/>
    <w:rsid w:val="00806285"/>
    <w:rsid w:val="00811A51"/>
    <w:rsid w:val="008142F1"/>
    <w:rsid w:val="008215FB"/>
    <w:rsid w:val="00821E2A"/>
    <w:rsid w:val="0082391A"/>
    <w:rsid w:val="00825993"/>
    <w:rsid w:val="00835115"/>
    <w:rsid w:val="00837A8D"/>
    <w:rsid w:val="008450EB"/>
    <w:rsid w:val="00846D7D"/>
    <w:rsid w:val="00855BA5"/>
    <w:rsid w:val="00855BAA"/>
    <w:rsid w:val="0085647D"/>
    <w:rsid w:val="0085686B"/>
    <w:rsid w:val="00863418"/>
    <w:rsid w:val="00865611"/>
    <w:rsid w:val="00872229"/>
    <w:rsid w:val="008772E6"/>
    <w:rsid w:val="00880CBA"/>
    <w:rsid w:val="008815BA"/>
    <w:rsid w:val="00885EBA"/>
    <w:rsid w:val="00887128"/>
    <w:rsid w:val="00891F68"/>
    <w:rsid w:val="008958CF"/>
    <w:rsid w:val="00897409"/>
    <w:rsid w:val="008A431D"/>
    <w:rsid w:val="008A6695"/>
    <w:rsid w:val="008B3954"/>
    <w:rsid w:val="008B4C9C"/>
    <w:rsid w:val="008B5038"/>
    <w:rsid w:val="008D1A90"/>
    <w:rsid w:val="008D253F"/>
    <w:rsid w:val="008D35F8"/>
    <w:rsid w:val="008D51A3"/>
    <w:rsid w:val="008E367C"/>
    <w:rsid w:val="008E374F"/>
    <w:rsid w:val="008F041E"/>
    <w:rsid w:val="008F5C05"/>
    <w:rsid w:val="00906631"/>
    <w:rsid w:val="00912DF1"/>
    <w:rsid w:val="0091347A"/>
    <w:rsid w:val="00915AF0"/>
    <w:rsid w:val="00916238"/>
    <w:rsid w:val="00916E69"/>
    <w:rsid w:val="00926EA3"/>
    <w:rsid w:val="00927724"/>
    <w:rsid w:val="00933597"/>
    <w:rsid w:val="00934D53"/>
    <w:rsid w:val="00934D5A"/>
    <w:rsid w:val="00935732"/>
    <w:rsid w:val="009415B7"/>
    <w:rsid w:val="009435F8"/>
    <w:rsid w:val="009467FF"/>
    <w:rsid w:val="00950D8B"/>
    <w:rsid w:val="009518B2"/>
    <w:rsid w:val="00956E40"/>
    <w:rsid w:val="009623F4"/>
    <w:rsid w:val="00964D2F"/>
    <w:rsid w:val="00966D19"/>
    <w:rsid w:val="009724C7"/>
    <w:rsid w:val="00974A7E"/>
    <w:rsid w:val="0097507F"/>
    <w:rsid w:val="009765D0"/>
    <w:rsid w:val="00977837"/>
    <w:rsid w:val="009836DD"/>
    <w:rsid w:val="009963C2"/>
    <w:rsid w:val="009964BD"/>
    <w:rsid w:val="009A0424"/>
    <w:rsid w:val="009A458E"/>
    <w:rsid w:val="009B51B2"/>
    <w:rsid w:val="009B5439"/>
    <w:rsid w:val="009B66C6"/>
    <w:rsid w:val="009B6DA8"/>
    <w:rsid w:val="009C0AB9"/>
    <w:rsid w:val="009C1482"/>
    <w:rsid w:val="009C3FF3"/>
    <w:rsid w:val="009D20AE"/>
    <w:rsid w:val="009E19C8"/>
    <w:rsid w:val="009E26BF"/>
    <w:rsid w:val="009E3FE3"/>
    <w:rsid w:val="009F2752"/>
    <w:rsid w:val="009F66C1"/>
    <w:rsid w:val="00A02CA4"/>
    <w:rsid w:val="00A02DB2"/>
    <w:rsid w:val="00A1105C"/>
    <w:rsid w:val="00A151E1"/>
    <w:rsid w:val="00A22CD8"/>
    <w:rsid w:val="00A234FA"/>
    <w:rsid w:val="00A23D1B"/>
    <w:rsid w:val="00A27512"/>
    <w:rsid w:val="00A36A21"/>
    <w:rsid w:val="00A4357B"/>
    <w:rsid w:val="00A451D3"/>
    <w:rsid w:val="00A46578"/>
    <w:rsid w:val="00A53975"/>
    <w:rsid w:val="00A54C56"/>
    <w:rsid w:val="00A55AD4"/>
    <w:rsid w:val="00A56ACA"/>
    <w:rsid w:val="00A6181E"/>
    <w:rsid w:val="00A6269F"/>
    <w:rsid w:val="00A64CC4"/>
    <w:rsid w:val="00A64D66"/>
    <w:rsid w:val="00A66047"/>
    <w:rsid w:val="00A66B5E"/>
    <w:rsid w:val="00A66EAD"/>
    <w:rsid w:val="00A7023B"/>
    <w:rsid w:val="00A827BF"/>
    <w:rsid w:val="00A85A1D"/>
    <w:rsid w:val="00A87914"/>
    <w:rsid w:val="00A94E40"/>
    <w:rsid w:val="00A96A38"/>
    <w:rsid w:val="00AA2F1B"/>
    <w:rsid w:val="00AB55BE"/>
    <w:rsid w:val="00AB5DA2"/>
    <w:rsid w:val="00AC08FC"/>
    <w:rsid w:val="00AC3413"/>
    <w:rsid w:val="00AE23D8"/>
    <w:rsid w:val="00AE2DEA"/>
    <w:rsid w:val="00AE354A"/>
    <w:rsid w:val="00AE61A0"/>
    <w:rsid w:val="00AE64F5"/>
    <w:rsid w:val="00AE75F7"/>
    <w:rsid w:val="00AE7987"/>
    <w:rsid w:val="00AF04CB"/>
    <w:rsid w:val="00AF14BD"/>
    <w:rsid w:val="00AF482D"/>
    <w:rsid w:val="00AF4B9C"/>
    <w:rsid w:val="00AF7F90"/>
    <w:rsid w:val="00B01556"/>
    <w:rsid w:val="00B02B4C"/>
    <w:rsid w:val="00B039AD"/>
    <w:rsid w:val="00B062B3"/>
    <w:rsid w:val="00B1128B"/>
    <w:rsid w:val="00B17229"/>
    <w:rsid w:val="00B227C9"/>
    <w:rsid w:val="00B268FA"/>
    <w:rsid w:val="00B310ED"/>
    <w:rsid w:val="00B32CEA"/>
    <w:rsid w:val="00B37576"/>
    <w:rsid w:val="00B4617B"/>
    <w:rsid w:val="00B4733B"/>
    <w:rsid w:val="00B47E0C"/>
    <w:rsid w:val="00B50801"/>
    <w:rsid w:val="00B5232C"/>
    <w:rsid w:val="00B5300C"/>
    <w:rsid w:val="00B54AAA"/>
    <w:rsid w:val="00B55C9F"/>
    <w:rsid w:val="00B5618F"/>
    <w:rsid w:val="00B567AD"/>
    <w:rsid w:val="00B56A9A"/>
    <w:rsid w:val="00B6134F"/>
    <w:rsid w:val="00B657D5"/>
    <w:rsid w:val="00B660BC"/>
    <w:rsid w:val="00B67209"/>
    <w:rsid w:val="00B76666"/>
    <w:rsid w:val="00B77E72"/>
    <w:rsid w:val="00B87EB2"/>
    <w:rsid w:val="00B939B5"/>
    <w:rsid w:val="00B9407F"/>
    <w:rsid w:val="00B961A5"/>
    <w:rsid w:val="00B966DC"/>
    <w:rsid w:val="00BA36C2"/>
    <w:rsid w:val="00BA668E"/>
    <w:rsid w:val="00BB0D9E"/>
    <w:rsid w:val="00BB5632"/>
    <w:rsid w:val="00BB5CD7"/>
    <w:rsid w:val="00BC4318"/>
    <w:rsid w:val="00BC4705"/>
    <w:rsid w:val="00BD0604"/>
    <w:rsid w:val="00BD0E91"/>
    <w:rsid w:val="00BD1149"/>
    <w:rsid w:val="00BD4EDF"/>
    <w:rsid w:val="00BD7E04"/>
    <w:rsid w:val="00BE2CF6"/>
    <w:rsid w:val="00BE7CEF"/>
    <w:rsid w:val="00BF0ED5"/>
    <w:rsid w:val="00BF18E8"/>
    <w:rsid w:val="00BF2F7E"/>
    <w:rsid w:val="00C017B9"/>
    <w:rsid w:val="00C04571"/>
    <w:rsid w:val="00C05702"/>
    <w:rsid w:val="00C06AA9"/>
    <w:rsid w:val="00C10319"/>
    <w:rsid w:val="00C1336B"/>
    <w:rsid w:val="00C146ED"/>
    <w:rsid w:val="00C15EC5"/>
    <w:rsid w:val="00C16244"/>
    <w:rsid w:val="00C16DD5"/>
    <w:rsid w:val="00C2055A"/>
    <w:rsid w:val="00C21738"/>
    <w:rsid w:val="00C26239"/>
    <w:rsid w:val="00C26348"/>
    <w:rsid w:val="00C27131"/>
    <w:rsid w:val="00C32808"/>
    <w:rsid w:val="00C32FFF"/>
    <w:rsid w:val="00C34D89"/>
    <w:rsid w:val="00C40BD9"/>
    <w:rsid w:val="00C40C68"/>
    <w:rsid w:val="00C40CA5"/>
    <w:rsid w:val="00C413CB"/>
    <w:rsid w:val="00C4169A"/>
    <w:rsid w:val="00C41D5B"/>
    <w:rsid w:val="00C421B3"/>
    <w:rsid w:val="00C42745"/>
    <w:rsid w:val="00C43F99"/>
    <w:rsid w:val="00C46A94"/>
    <w:rsid w:val="00C63CB7"/>
    <w:rsid w:val="00C72704"/>
    <w:rsid w:val="00C75689"/>
    <w:rsid w:val="00C774A1"/>
    <w:rsid w:val="00C77AA9"/>
    <w:rsid w:val="00C87BB9"/>
    <w:rsid w:val="00C90A85"/>
    <w:rsid w:val="00C94DB0"/>
    <w:rsid w:val="00C95054"/>
    <w:rsid w:val="00C97ACA"/>
    <w:rsid w:val="00CA32ED"/>
    <w:rsid w:val="00CB3BEB"/>
    <w:rsid w:val="00CB41E7"/>
    <w:rsid w:val="00CB62F0"/>
    <w:rsid w:val="00CB6F13"/>
    <w:rsid w:val="00CC70A9"/>
    <w:rsid w:val="00CD34C2"/>
    <w:rsid w:val="00CD59DE"/>
    <w:rsid w:val="00CD6FB9"/>
    <w:rsid w:val="00CE06E0"/>
    <w:rsid w:val="00CE3F3F"/>
    <w:rsid w:val="00CE56B9"/>
    <w:rsid w:val="00CE6761"/>
    <w:rsid w:val="00CF48B2"/>
    <w:rsid w:val="00CF68EC"/>
    <w:rsid w:val="00D033FE"/>
    <w:rsid w:val="00D04B19"/>
    <w:rsid w:val="00D04E48"/>
    <w:rsid w:val="00D063CB"/>
    <w:rsid w:val="00D07F64"/>
    <w:rsid w:val="00D1038C"/>
    <w:rsid w:val="00D12622"/>
    <w:rsid w:val="00D132DD"/>
    <w:rsid w:val="00D14F87"/>
    <w:rsid w:val="00D20B2B"/>
    <w:rsid w:val="00D242DB"/>
    <w:rsid w:val="00D308AE"/>
    <w:rsid w:val="00D31EB8"/>
    <w:rsid w:val="00D353D6"/>
    <w:rsid w:val="00D411A0"/>
    <w:rsid w:val="00D413CE"/>
    <w:rsid w:val="00D41898"/>
    <w:rsid w:val="00D41D07"/>
    <w:rsid w:val="00D4346F"/>
    <w:rsid w:val="00D44187"/>
    <w:rsid w:val="00D44A4F"/>
    <w:rsid w:val="00D45C68"/>
    <w:rsid w:val="00D47736"/>
    <w:rsid w:val="00D51731"/>
    <w:rsid w:val="00D56776"/>
    <w:rsid w:val="00D66FEA"/>
    <w:rsid w:val="00D77C06"/>
    <w:rsid w:val="00D81DBB"/>
    <w:rsid w:val="00D8285B"/>
    <w:rsid w:val="00D86BDB"/>
    <w:rsid w:val="00D979B4"/>
    <w:rsid w:val="00DA3EE5"/>
    <w:rsid w:val="00DA7E29"/>
    <w:rsid w:val="00DB3085"/>
    <w:rsid w:val="00DB3667"/>
    <w:rsid w:val="00DB546F"/>
    <w:rsid w:val="00DB60E6"/>
    <w:rsid w:val="00DB7343"/>
    <w:rsid w:val="00DC1871"/>
    <w:rsid w:val="00DC7139"/>
    <w:rsid w:val="00DD2605"/>
    <w:rsid w:val="00DD706A"/>
    <w:rsid w:val="00DD7A92"/>
    <w:rsid w:val="00DE51CE"/>
    <w:rsid w:val="00DE6347"/>
    <w:rsid w:val="00E00115"/>
    <w:rsid w:val="00E050E6"/>
    <w:rsid w:val="00E06F6F"/>
    <w:rsid w:val="00E1113E"/>
    <w:rsid w:val="00E14C37"/>
    <w:rsid w:val="00E33473"/>
    <w:rsid w:val="00E34FE1"/>
    <w:rsid w:val="00E35777"/>
    <w:rsid w:val="00E42916"/>
    <w:rsid w:val="00E43496"/>
    <w:rsid w:val="00E43DE6"/>
    <w:rsid w:val="00E47832"/>
    <w:rsid w:val="00E56E15"/>
    <w:rsid w:val="00E64C26"/>
    <w:rsid w:val="00E7668F"/>
    <w:rsid w:val="00E82BB6"/>
    <w:rsid w:val="00E82C29"/>
    <w:rsid w:val="00E84354"/>
    <w:rsid w:val="00E8762F"/>
    <w:rsid w:val="00E94B6C"/>
    <w:rsid w:val="00E9781C"/>
    <w:rsid w:val="00EA5246"/>
    <w:rsid w:val="00EB4D26"/>
    <w:rsid w:val="00EB5F4E"/>
    <w:rsid w:val="00EB7823"/>
    <w:rsid w:val="00EB7A84"/>
    <w:rsid w:val="00EB7B39"/>
    <w:rsid w:val="00EC02D7"/>
    <w:rsid w:val="00EC10F4"/>
    <w:rsid w:val="00EC210A"/>
    <w:rsid w:val="00EC4145"/>
    <w:rsid w:val="00EC69A0"/>
    <w:rsid w:val="00EC6C81"/>
    <w:rsid w:val="00ED0AAA"/>
    <w:rsid w:val="00ED16AE"/>
    <w:rsid w:val="00ED2316"/>
    <w:rsid w:val="00ED652A"/>
    <w:rsid w:val="00EE4315"/>
    <w:rsid w:val="00EE6F83"/>
    <w:rsid w:val="00EF31C9"/>
    <w:rsid w:val="00F050CC"/>
    <w:rsid w:val="00F05DC0"/>
    <w:rsid w:val="00F079B8"/>
    <w:rsid w:val="00F15176"/>
    <w:rsid w:val="00F16EF9"/>
    <w:rsid w:val="00F21A3C"/>
    <w:rsid w:val="00F447AC"/>
    <w:rsid w:val="00F45211"/>
    <w:rsid w:val="00F503C0"/>
    <w:rsid w:val="00F55517"/>
    <w:rsid w:val="00F6218F"/>
    <w:rsid w:val="00F672A7"/>
    <w:rsid w:val="00F7551F"/>
    <w:rsid w:val="00F778C0"/>
    <w:rsid w:val="00F80ED0"/>
    <w:rsid w:val="00F83204"/>
    <w:rsid w:val="00F861CF"/>
    <w:rsid w:val="00F87AB3"/>
    <w:rsid w:val="00F91996"/>
    <w:rsid w:val="00FA3EAB"/>
    <w:rsid w:val="00FB0130"/>
    <w:rsid w:val="00FB0B9B"/>
    <w:rsid w:val="00FB3C26"/>
    <w:rsid w:val="00FC5CD4"/>
    <w:rsid w:val="00FD04F5"/>
    <w:rsid w:val="00FD3E1B"/>
    <w:rsid w:val="00FD5871"/>
    <w:rsid w:val="00FF4FB4"/>
    <w:rsid w:val="00F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1BCFB2"/>
  <w15:chartTrackingRefBased/>
  <w15:docId w15:val="{3D0DF332-338B-45DA-AD94-8B4DFF981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1" w:defUIPriority="0" w:defSemiHidden="0" w:defUnhideWhenUsed="0" w:defQFormat="0" w:count="376">
    <w:lsdException w:name="Normal" w:locked="0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locked="0"/>
    <w:lsdException w:name="header" w:uiPriority="99"/>
    <w:lsdException w:name="caption" w:semiHidden="1" w:uiPriority="35" w:unhideWhenUsed="1"/>
    <w:lsdException w:name="annotation reference" w:locked="0"/>
    <w:lsdException w:name="line number" w:locked="0"/>
    <w:lsdException w:name="Default Paragraph Font" w:locked="0"/>
    <w:lsdException w:name="Hyperlink" w:uiPriority="99"/>
    <w:lsdException w:name="Emphasis" w:uiPriority="20"/>
    <w:lsdException w:name="HTML Top of Form" w:locked="0"/>
    <w:lsdException w:name="HTML Bottom of Form" w:locked="0"/>
    <w:lsdException w:name="HTML Preformatted" w:semiHidden="1" w:uiPriority="99" w:unhideWhenUsed="1"/>
    <w:lsdException w:name="HTML Sample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uiPriority="39"/>
    <w:lsdException w:name="Table Theme" w:locked="0" w:semiHidden="1" w:unhideWhenUsed="1"/>
    <w:lsdException w:name="Placeholder Text" w:locked="0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l">
    <w:name w:val="Normal"/>
    <w:rsid w:val="00CE56B9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locked/>
    <w:rsid w:val="00DB3667"/>
    <w:pPr>
      <w:keepNext/>
      <w:keepLines/>
      <w:spacing w:before="240" w:after="240" w:line="360" w:lineRule="auto"/>
      <w:jc w:val="both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semiHidden/>
    <w:locked/>
    <w:rsid w:val="004F38AE"/>
    <w:rPr>
      <w:sz w:val="16"/>
      <w:szCs w:val="16"/>
    </w:rPr>
  </w:style>
  <w:style w:type="paragraph" w:styleId="Jegyzetszveg">
    <w:name w:val="annotation text"/>
    <w:basedOn w:val="Norml"/>
    <w:semiHidden/>
    <w:locked/>
    <w:rsid w:val="004F38AE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locked/>
    <w:rsid w:val="004F38AE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locked/>
    <w:rsid w:val="004F38AE"/>
    <w:rPr>
      <w:rFonts w:ascii="Tahoma" w:hAnsi="Tahoma" w:cs="Tahoma"/>
      <w:sz w:val="16"/>
      <w:szCs w:val="16"/>
    </w:rPr>
  </w:style>
  <w:style w:type="character" w:customStyle="1" w:styleId="Megemlts1">
    <w:name w:val="Megemlítés1"/>
    <w:uiPriority w:val="99"/>
    <w:semiHidden/>
    <w:unhideWhenUsed/>
    <w:locked/>
    <w:rsid w:val="009B6DA8"/>
    <w:rPr>
      <w:color w:val="2B579A"/>
      <w:shd w:val="clear" w:color="auto" w:fill="E6E6E6"/>
    </w:rPr>
  </w:style>
  <w:style w:type="table" w:styleId="Rcsostblzat">
    <w:name w:val="Table Grid"/>
    <w:basedOn w:val="Normltblzat"/>
    <w:uiPriority w:val="39"/>
    <w:rsid w:val="00DB3667"/>
    <w:pPr>
      <w:jc w:val="both"/>
    </w:pPr>
    <w:rPr>
      <w:rFonts w:eastAsiaTheme="minorHAnsi" w:cstheme="minorHAns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DB3667"/>
    <w:rPr>
      <w:rFonts w:eastAsiaTheme="majorEastAsia" w:cstheme="majorBidi"/>
      <w:b/>
      <w:color w:val="000000" w:themeColor="text1"/>
      <w:sz w:val="24"/>
      <w:szCs w:val="32"/>
    </w:rPr>
  </w:style>
  <w:style w:type="character" w:styleId="Feloldatlanmegemlts">
    <w:name w:val="Unresolved Mention"/>
    <w:basedOn w:val="Bekezdsalapbettpusa"/>
    <w:uiPriority w:val="99"/>
    <w:semiHidden/>
    <w:unhideWhenUsed/>
    <w:rsid w:val="004002D7"/>
    <w:rPr>
      <w:color w:val="605E5C"/>
      <w:shd w:val="clear" w:color="auto" w:fill="E1DFDD"/>
    </w:rPr>
  </w:style>
  <w:style w:type="table" w:customStyle="1" w:styleId="Rcsostblzat2">
    <w:name w:val="Rácsos táblázat2"/>
    <w:basedOn w:val="Normltblzat"/>
    <w:next w:val="Rcsostblzat"/>
    <w:uiPriority w:val="59"/>
    <w:rsid w:val="00DB3667"/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elyrzszveg">
    <w:name w:val="Placeholder Text"/>
    <w:basedOn w:val="Bekezdsalapbettpusa"/>
    <w:uiPriority w:val="99"/>
    <w:semiHidden/>
    <w:locked/>
    <w:rsid w:val="008B5038"/>
    <w:rPr>
      <w:color w:val="808080"/>
    </w:rPr>
  </w:style>
  <w:style w:type="table" w:styleId="Tblzatrcsos1vilgos">
    <w:name w:val="Grid Table 1 Light"/>
    <w:basedOn w:val="Normltblzat"/>
    <w:uiPriority w:val="46"/>
    <w:rsid w:val="00837A8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blzatrcsosvilgos1">
    <w:name w:val="Táblázat (rácsos) – világos1"/>
    <w:basedOn w:val="Normltblzat"/>
    <w:uiPriority w:val="40"/>
    <w:rsid w:val="004E00EE"/>
    <w:rPr>
      <w:rFonts w:eastAsiaTheme="minorHAnsi" w:cstheme="minorHAnsi"/>
      <w:sz w:val="24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5EE0"/>
    <w:rPr>
      <w:rFonts w:ascii="Tahoma" w:hAnsi="Tahoma" w:cs="Tahoma"/>
      <w:sz w:val="16"/>
      <w:szCs w:val="16"/>
    </w:rPr>
  </w:style>
  <w:style w:type="table" w:styleId="Tblzatrcsosvilgos">
    <w:name w:val="Grid Table Light"/>
    <w:basedOn w:val="Normltblzat"/>
    <w:uiPriority w:val="40"/>
    <w:rsid w:val="00015C2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blzategyszer1">
    <w:name w:val="Plain Table 1"/>
    <w:basedOn w:val="Normltblzat"/>
    <w:uiPriority w:val="41"/>
    <w:rsid w:val="00015C2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Feloldatlanmegemlts1">
    <w:name w:val="Feloldatlan megemlítés1"/>
    <w:basedOn w:val="Bekezdsalapbettpusa"/>
    <w:uiPriority w:val="99"/>
    <w:semiHidden/>
    <w:unhideWhenUsed/>
    <w:locked/>
    <w:rsid w:val="007A1C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4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1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2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9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3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0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2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12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4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9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7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1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2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4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apitalizemytitle.com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Let&#246;lt&#233;sek\Jelenkori_v2024_1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D3D923340EE464FB58DE74286351986" ma:contentTypeVersion="29" ma:contentTypeDescription="Új dokumentum létrehozása." ma:contentTypeScope="" ma:versionID="1444a550d9f07c549e623ca1e2e6d0de">
  <xsd:schema xmlns:xsd="http://www.w3.org/2001/XMLSchema" xmlns:xs="http://www.w3.org/2001/XMLSchema" xmlns:p="http://schemas.microsoft.com/office/2006/metadata/properties" xmlns:ns3="05bb0b10-5dad-4274-b1a9-2375a6fd35af" xmlns:ns4="ed9e4131-72b1-4916-b97f-a672714b8e16" targetNamespace="http://schemas.microsoft.com/office/2006/metadata/properties" ma:root="true" ma:fieldsID="238667b5d6da8ce49a37ee6bc380daa8" ns3:_="" ns4:_="">
    <xsd:import namespace="05bb0b10-5dad-4274-b1a9-2375a6fd35af"/>
    <xsd:import namespace="ed9e4131-72b1-4916-b97f-a672714b8e1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0b10-5dad-4274-b1a9-2375a6fd35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9e4131-72b1-4916-b97f-a672714b8e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9" nillable="true" ma:displayName="Notebook Type" ma:internalName="NotebookType">
      <xsd:simpleType>
        <xsd:restriction base="dms:Text"/>
      </xsd:simpleType>
    </xsd:element>
    <xsd:element name="FolderType" ma:index="20" nillable="true" ma:displayName="Folder Type" ma:internalName="FolderType">
      <xsd:simpleType>
        <xsd:restriction base="dms:Text"/>
      </xsd:simpleType>
    </xsd:element>
    <xsd:element name="CultureName" ma:index="21" nillable="true" ma:displayName="Culture Name" ma:internalName="CultureName">
      <xsd:simpleType>
        <xsd:restriction base="dms:Text"/>
      </xsd:simpleType>
    </xsd:element>
    <xsd:element name="AppVersion" ma:index="22" nillable="true" ma:displayName="App Version" ma:internalName="AppVersion">
      <xsd:simpleType>
        <xsd:restriction base="dms:Text"/>
      </xsd:simpleType>
    </xsd:element>
    <xsd:element name="TeamsChannelId" ma:index="23" nillable="true" ma:displayName="Teams Channel Id" ma:internalName="TeamsChannelId">
      <xsd:simpleType>
        <xsd:restriction base="dms:Text"/>
      </xsd:simpleType>
    </xsd:element>
    <xsd:element name="Owner" ma:index="24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5" nillable="true" ma:displayName="Math Settings" ma:internalName="Math_Settings">
      <xsd:simpleType>
        <xsd:restriction base="dms:Text"/>
      </xsd:simpleType>
    </xsd:element>
    <xsd:element name="DefaultSectionNames" ma:index="2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7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3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3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5" nillable="true" ma:displayName="Is Collaboration Space Locked" ma:internalName="Is_Collaboration_Space_Locked">
      <xsd:simpleType>
        <xsd:restriction base="dms:Boolean"/>
      </xsd:simpleType>
    </xsd:element>
    <xsd:element name="IsNotebookLocked" ma:index="36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s xmlns="ed9e4131-72b1-4916-b97f-a672714b8e16" xsi:nil="true"/>
    <CultureName xmlns="ed9e4131-72b1-4916-b97f-a672714b8e16" xsi:nil="true"/>
    <Students xmlns="ed9e4131-72b1-4916-b97f-a672714b8e16">
      <UserInfo>
        <DisplayName/>
        <AccountId xsi:nil="true"/>
        <AccountType/>
      </UserInfo>
    </Students>
    <TeamsChannelId xmlns="ed9e4131-72b1-4916-b97f-a672714b8e16" xsi:nil="true"/>
    <Invited_Students xmlns="ed9e4131-72b1-4916-b97f-a672714b8e16" xsi:nil="true"/>
    <Math_Settings xmlns="ed9e4131-72b1-4916-b97f-a672714b8e16" xsi:nil="true"/>
    <Self_Registration_Enabled xmlns="ed9e4131-72b1-4916-b97f-a672714b8e16" xsi:nil="true"/>
    <Student_Groups xmlns="ed9e4131-72b1-4916-b97f-a672714b8e16">
      <UserInfo>
        <DisplayName/>
        <AccountId xsi:nil="true"/>
        <AccountType/>
      </UserInfo>
    </Student_Groups>
    <AppVersion xmlns="ed9e4131-72b1-4916-b97f-a672714b8e16" xsi:nil="true"/>
    <Has_Teacher_Only_SectionGroup xmlns="ed9e4131-72b1-4916-b97f-a672714b8e16" xsi:nil="true"/>
    <NotebookType xmlns="ed9e4131-72b1-4916-b97f-a672714b8e16" xsi:nil="true"/>
    <FolderType xmlns="ed9e4131-72b1-4916-b97f-a672714b8e16" xsi:nil="true"/>
    <Teachers xmlns="ed9e4131-72b1-4916-b97f-a672714b8e16">
      <UserInfo>
        <DisplayName/>
        <AccountId xsi:nil="true"/>
        <AccountType/>
      </UserInfo>
    </Teachers>
    <DefaultSectionNames xmlns="ed9e4131-72b1-4916-b97f-a672714b8e16" xsi:nil="true"/>
    <Is_Collaboration_Space_Locked xmlns="ed9e4131-72b1-4916-b97f-a672714b8e16" xsi:nil="true"/>
    <Owner xmlns="ed9e4131-72b1-4916-b97f-a672714b8e16">
      <UserInfo>
        <DisplayName/>
        <AccountId xsi:nil="true"/>
        <AccountType/>
      </UserInfo>
    </Owner>
    <Invited_Teachers xmlns="ed9e4131-72b1-4916-b97f-a672714b8e16" xsi:nil="true"/>
    <IsNotebookLocked xmlns="ed9e4131-72b1-4916-b97f-a672714b8e1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94AFF-A325-4D83-A360-534E90052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bb0b10-5dad-4274-b1a9-2375a6fd35af"/>
    <ds:schemaRef ds:uri="ed9e4131-72b1-4916-b97f-a672714b8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1910D7-3C63-4531-A58F-14D2078E80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7F8446-DD4E-491D-88B5-263F1250C91B}">
  <ds:schemaRefs>
    <ds:schemaRef ds:uri="http://schemas.microsoft.com/office/2006/metadata/properties"/>
    <ds:schemaRef ds:uri="http://schemas.microsoft.com/office/infopath/2007/PartnerControls"/>
    <ds:schemaRef ds:uri="ed9e4131-72b1-4916-b97f-a672714b8e16"/>
  </ds:schemaRefs>
</ds:datastoreItem>
</file>

<file path=customXml/itemProps4.xml><?xml version="1.0" encoding="utf-8"?>
<ds:datastoreItem xmlns:ds="http://schemas.openxmlformats.org/officeDocument/2006/customXml" ds:itemID="{FFA0F220-DE46-4317-A61E-2FF84E375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Jelenkori_v2024_1.dotx</Template>
  <TotalTime>14</TotalTime>
  <Pages>3</Pages>
  <Words>237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MULTIFUNKCIONALITÁS SZEREPE ÉS JELENTŐSÉGE A MAGYARORSZÁGI HALTERMELÉSBEN</vt:lpstr>
    </vt:vector>
  </TitlesOfParts>
  <Company>HAKI</Company>
  <LinksUpToDate>false</LinksUpToDate>
  <CharactersWithSpaces>1963</CharactersWithSpaces>
  <SharedDoc>false</SharedDoc>
  <HLinks>
    <vt:vector size="18" baseType="variant">
      <vt:variant>
        <vt:i4>2097163</vt:i4>
      </vt:variant>
      <vt:variant>
        <vt:i4>9</vt:i4>
      </vt:variant>
      <vt:variant>
        <vt:i4>0</vt:i4>
      </vt:variant>
      <vt:variant>
        <vt:i4>5</vt:i4>
      </vt:variant>
      <vt:variant>
        <vt:lpwstr>mailto:varadil@akvapark.hu</vt:lpwstr>
      </vt:variant>
      <vt:variant>
        <vt:lpwstr/>
      </vt:variant>
      <vt:variant>
        <vt:i4>3342349</vt:i4>
      </vt:variant>
      <vt:variant>
        <vt:i4>6</vt:i4>
      </vt:variant>
      <vt:variant>
        <vt:i4>0</vt:i4>
      </vt:variant>
      <vt:variant>
        <vt:i4>5</vt:i4>
      </vt:variant>
      <vt:variant>
        <vt:lpwstr>mailto:gyalog.gergo@haki.naik.hu</vt:lpwstr>
      </vt:variant>
      <vt:variant>
        <vt:lpwstr/>
      </vt:variant>
      <vt:variant>
        <vt:i4>1704033</vt:i4>
      </vt:variant>
      <vt:variant>
        <vt:i4>3</vt:i4>
      </vt:variant>
      <vt:variant>
        <vt:i4>0</vt:i4>
      </vt:variant>
      <vt:variant>
        <vt:i4>5</vt:i4>
      </vt:variant>
      <vt:variant>
        <vt:lpwstr>mailto:bekefi.emese@haki.naikhu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MULTIFUNKCIONALITÁS SZEREPE ÉS JELENTŐSÉGE A MAGYARORSZÁGI HALTERMELÉSBEN</dc:title>
  <dc:subject/>
  <dc:creator>Hampel György</dc:creator>
  <cp:keywords/>
  <dc:description/>
  <cp:lastModifiedBy>György Hampel</cp:lastModifiedBy>
  <cp:revision>6</cp:revision>
  <cp:lastPrinted>2017-06-19T17:38:00Z</cp:lastPrinted>
  <dcterms:created xsi:type="dcterms:W3CDTF">2024-12-14T17:24:00Z</dcterms:created>
  <dcterms:modified xsi:type="dcterms:W3CDTF">2024-12-16T06:54:00Z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0x010100BD3D923340EE464FB58DE74286351986</vt:lpwstr>
  </property>
</Properties>
</file>